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237C5" w14:textId="77777777" w:rsidR="006E5D65" w:rsidRPr="0090777B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90777B">
        <w:rPr>
          <w:rFonts w:ascii="Times New Roman" w:hAnsi="Times New Roman"/>
          <w:b/>
          <w:bCs/>
        </w:rPr>
        <w:t xml:space="preserve">   </w:t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D8678B" w:rsidRPr="0090777B">
        <w:rPr>
          <w:rFonts w:ascii="Times New Roman" w:hAnsi="Times New Roman"/>
          <w:bCs/>
          <w:i/>
        </w:rPr>
        <w:t xml:space="preserve">Załącznik nr </w:t>
      </w:r>
      <w:r w:rsidR="006F31E2" w:rsidRPr="0090777B">
        <w:rPr>
          <w:rFonts w:ascii="Times New Roman" w:hAnsi="Times New Roman"/>
          <w:bCs/>
          <w:i/>
        </w:rPr>
        <w:t>1.5</w:t>
      </w:r>
      <w:r w:rsidR="00D8678B" w:rsidRPr="0090777B">
        <w:rPr>
          <w:rFonts w:ascii="Times New Roman" w:hAnsi="Times New Roman"/>
          <w:bCs/>
          <w:i/>
        </w:rPr>
        <w:t xml:space="preserve"> do Zarządzenia</w:t>
      </w:r>
      <w:r w:rsidR="002A22BF" w:rsidRPr="0090777B">
        <w:rPr>
          <w:rFonts w:ascii="Times New Roman" w:hAnsi="Times New Roman"/>
          <w:bCs/>
          <w:i/>
        </w:rPr>
        <w:t xml:space="preserve"> Rektora </w:t>
      </w:r>
      <w:proofErr w:type="spellStart"/>
      <w:r w:rsidR="002A22BF" w:rsidRPr="0090777B">
        <w:rPr>
          <w:rFonts w:ascii="Times New Roman" w:hAnsi="Times New Roman"/>
          <w:bCs/>
          <w:i/>
        </w:rPr>
        <w:t>UR</w:t>
      </w:r>
      <w:proofErr w:type="spellEnd"/>
      <w:r w:rsidR="002A22BF" w:rsidRPr="0090777B">
        <w:rPr>
          <w:rFonts w:ascii="Times New Roman" w:hAnsi="Times New Roman"/>
          <w:bCs/>
          <w:i/>
        </w:rPr>
        <w:t xml:space="preserve"> </w:t>
      </w:r>
      <w:r w:rsidR="00CD6897" w:rsidRPr="0090777B">
        <w:rPr>
          <w:rFonts w:ascii="Times New Roman" w:hAnsi="Times New Roman"/>
          <w:bCs/>
          <w:i/>
        </w:rPr>
        <w:t xml:space="preserve"> nr </w:t>
      </w:r>
      <w:r w:rsidR="00F17567" w:rsidRPr="0090777B">
        <w:rPr>
          <w:rFonts w:ascii="Times New Roman" w:hAnsi="Times New Roman"/>
          <w:bCs/>
          <w:i/>
        </w:rPr>
        <w:t>12/2019</w:t>
      </w:r>
    </w:p>
    <w:p w14:paraId="3FE24B92" w14:textId="77777777" w:rsidR="0085747A" w:rsidRPr="0090777B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779F30F" w14:textId="0943C8CF" w:rsidR="0085747A" w:rsidRPr="0090777B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B65A65">
        <w:rPr>
          <w:rFonts w:ascii="Times New Roman" w:hAnsi="Times New Roman"/>
          <w:b/>
          <w:smallCaps/>
          <w:sz w:val="24"/>
          <w:szCs w:val="24"/>
        </w:rPr>
        <w:t xml:space="preserve"> 202</w:t>
      </w:r>
      <w:r w:rsidR="009A4DB6">
        <w:rPr>
          <w:rFonts w:ascii="Times New Roman" w:hAnsi="Times New Roman"/>
          <w:b/>
          <w:smallCaps/>
          <w:sz w:val="24"/>
          <w:szCs w:val="24"/>
        </w:rPr>
        <w:t>2</w:t>
      </w:r>
      <w:r w:rsidR="00B65A65">
        <w:rPr>
          <w:rFonts w:ascii="Times New Roman" w:hAnsi="Times New Roman"/>
          <w:b/>
          <w:smallCaps/>
          <w:sz w:val="24"/>
          <w:szCs w:val="24"/>
        </w:rPr>
        <w:t>– 202</w:t>
      </w:r>
      <w:r w:rsidR="009A4DB6">
        <w:rPr>
          <w:rFonts w:ascii="Times New Roman" w:hAnsi="Times New Roman"/>
          <w:b/>
          <w:smallCaps/>
          <w:sz w:val="24"/>
          <w:szCs w:val="24"/>
        </w:rPr>
        <w:t>5</w:t>
      </w:r>
    </w:p>
    <w:p w14:paraId="4C6E6A2E" w14:textId="77777777" w:rsidR="0085747A" w:rsidRPr="0090777B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0777B">
        <w:rPr>
          <w:rFonts w:ascii="Times New Roman" w:hAnsi="Times New Roman"/>
          <w:i/>
          <w:sz w:val="20"/>
          <w:szCs w:val="20"/>
        </w:rPr>
        <w:t>(skrajne daty</w:t>
      </w:r>
      <w:r w:rsidR="0085747A" w:rsidRPr="0090777B">
        <w:rPr>
          <w:rFonts w:ascii="Times New Roman" w:hAnsi="Times New Roman"/>
          <w:sz w:val="20"/>
          <w:szCs w:val="20"/>
        </w:rPr>
        <w:t>)</w:t>
      </w:r>
    </w:p>
    <w:p w14:paraId="42EC377C" w14:textId="753EDAD5" w:rsidR="00445970" w:rsidRPr="0090777B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  <w:t xml:space="preserve">Rok </w:t>
      </w:r>
      <w:r w:rsidR="00A02C5A">
        <w:rPr>
          <w:rFonts w:ascii="Times New Roman" w:hAnsi="Times New Roman"/>
          <w:sz w:val="20"/>
          <w:szCs w:val="20"/>
        </w:rPr>
        <w:t xml:space="preserve">akademicki  </w:t>
      </w:r>
      <w:r w:rsidR="00B65A65">
        <w:rPr>
          <w:rFonts w:ascii="Times New Roman" w:hAnsi="Times New Roman"/>
          <w:sz w:val="20"/>
          <w:szCs w:val="20"/>
        </w:rPr>
        <w:t>202</w:t>
      </w:r>
      <w:r w:rsidR="00B853E3">
        <w:rPr>
          <w:rFonts w:ascii="Times New Roman" w:hAnsi="Times New Roman"/>
          <w:sz w:val="20"/>
          <w:szCs w:val="20"/>
        </w:rPr>
        <w:t>3</w:t>
      </w:r>
      <w:r w:rsidR="00B65A65">
        <w:rPr>
          <w:rFonts w:ascii="Times New Roman" w:hAnsi="Times New Roman"/>
          <w:sz w:val="20"/>
          <w:szCs w:val="20"/>
        </w:rPr>
        <w:t>/202</w:t>
      </w:r>
      <w:r w:rsidR="00B853E3">
        <w:rPr>
          <w:rFonts w:ascii="Times New Roman" w:hAnsi="Times New Roman"/>
          <w:sz w:val="20"/>
          <w:szCs w:val="20"/>
        </w:rPr>
        <w:t>4</w:t>
      </w:r>
    </w:p>
    <w:p w14:paraId="7B19628A" w14:textId="77777777" w:rsidR="0085747A" w:rsidRPr="0090777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E647D0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90777B">
        <w:rPr>
          <w:szCs w:val="24"/>
        </w:rPr>
        <w:t>1</w:t>
      </w:r>
      <w:r w:rsidRPr="009A4DB6">
        <w:rPr>
          <w:rFonts w:ascii="Corbel" w:hAnsi="Corbel"/>
          <w:sz w:val="22"/>
        </w:rPr>
        <w:t xml:space="preserve">. </w:t>
      </w:r>
      <w:r w:rsidR="0085747A" w:rsidRPr="009A4DB6">
        <w:rPr>
          <w:rFonts w:ascii="Corbel" w:hAnsi="Corbel"/>
          <w:sz w:val="22"/>
        </w:rPr>
        <w:t xml:space="preserve">Podstawowe </w:t>
      </w:r>
      <w:r w:rsidR="00445970" w:rsidRPr="009A4DB6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4DB6" w14:paraId="45FBA403" w14:textId="77777777" w:rsidTr="00B819C8">
        <w:tc>
          <w:tcPr>
            <w:tcW w:w="2694" w:type="dxa"/>
            <w:vAlign w:val="center"/>
          </w:tcPr>
          <w:p w14:paraId="785DBDD1" w14:textId="77777777" w:rsidR="0085747A" w:rsidRPr="009A4DB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47F12A" w14:textId="77777777" w:rsidR="0085747A" w:rsidRPr="009A4DB6" w:rsidRDefault="00B20E6B" w:rsidP="00B20E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Wprowadzenie do metodologii badań pedagogicznych</w:t>
            </w:r>
          </w:p>
        </w:tc>
      </w:tr>
      <w:tr w:rsidR="0085747A" w:rsidRPr="009A4DB6" w14:paraId="61CB57F7" w14:textId="77777777" w:rsidTr="00B819C8">
        <w:tc>
          <w:tcPr>
            <w:tcW w:w="2694" w:type="dxa"/>
            <w:vAlign w:val="center"/>
          </w:tcPr>
          <w:p w14:paraId="61CFD311" w14:textId="77777777" w:rsidR="0085747A" w:rsidRPr="009A4DB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9A4DB6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7CE1140E" w14:textId="77777777" w:rsidR="0085747A" w:rsidRPr="009A4DB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9A4DB6" w14:paraId="11DB9FA7" w14:textId="77777777" w:rsidTr="00B819C8">
        <w:tc>
          <w:tcPr>
            <w:tcW w:w="2694" w:type="dxa"/>
            <w:vAlign w:val="center"/>
          </w:tcPr>
          <w:p w14:paraId="50FA9ABC" w14:textId="520323CA" w:rsidR="0085747A" w:rsidRPr="009A4DB6" w:rsidRDefault="009A4DB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9A4DB6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9A4DB6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90F0FBD" w14:textId="3FF536A3" w:rsidR="0085747A" w:rsidRPr="009A4DB6" w:rsidRDefault="004D4D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Kolegium Nauk Spo</w:t>
            </w:r>
            <w:r w:rsidR="00B853E3">
              <w:rPr>
                <w:rFonts w:ascii="Corbel" w:hAnsi="Corbel"/>
                <w:b w:val="0"/>
                <w:sz w:val="22"/>
              </w:rPr>
              <w:t>ł</w:t>
            </w:r>
            <w:r w:rsidRPr="009A4DB6">
              <w:rPr>
                <w:rFonts w:ascii="Corbel" w:hAnsi="Corbel"/>
                <w:b w:val="0"/>
                <w:sz w:val="22"/>
              </w:rPr>
              <w:t>ecznych</w:t>
            </w:r>
          </w:p>
        </w:tc>
      </w:tr>
      <w:tr w:rsidR="0085747A" w:rsidRPr="009A4DB6" w14:paraId="412BF982" w14:textId="77777777" w:rsidTr="00B819C8">
        <w:tc>
          <w:tcPr>
            <w:tcW w:w="2694" w:type="dxa"/>
            <w:vAlign w:val="center"/>
          </w:tcPr>
          <w:p w14:paraId="318882EA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131C27" w14:textId="77777777" w:rsidR="0085747A" w:rsidRPr="009A4DB6" w:rsidRDefault="004D4D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9A4DB6" w14:paraId="2F871C0E" w14:textId="77777777" w:rsidTr="00B819C8">
        <w:tc>
          <w:tcPr>
            <w:tcW w:w="2694" w:type="dxa"/>
            <w:vAlign w:val="center"/>
          </w:tcPr>
          <w:p w14:paraId="4F0FB4EF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9D2452" w14:textId="5DC7DFBD" w:rsidR="0085747A" w:rsidRPr="009A4DB6" w:rsidRDefault="00BB378B" w:rsidP="00300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P</w:t>
            </w:r>
            <w:r w:rsidR="009A4DB6">
              <w:rPr>
                <w:rFonts w:ascii="Corbel" w:hAnsi="Corbel"/>
                <w:b w:val="0"/>
                <w:sz w:val="22"/>
              </w:rPr>
              <w:t>edagogika</w:t>
            </w:r>
          </w:p>
        </w:tc>
      </w:tr>
      <w:tr w:rsidR="0085747A" w:rsidRPr="009A4DB6" w14:paraId="0F46CF34" w14:textId="77777777" w:rsidTr="00B819C8">
        <w:tc>
          <w:tcPr>
            <w:tcW w:w="2694" w:type="dxa"/>
            <w:vAlign w:val="center"/>
          </w:tcPr>
          <w:p w14:paraId="6D4C1CC0" w14:textId="5B4F9A0B" w:rsidR="0085747A" w:rsidRPr="009A4DB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 xml:space="preserve">Poziom </w:t>
            </w:r>
            <w:r w:rsidR="009A4DB6">
              <w:rPr>
                <w:rFonts w:ascii="Corbel" w:hAnsi="Corbel"/>
                <w:sz w:val="22"/>
                <w:szCs w:val="22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1BF7DF86" w14:textId="2C0D2740" w:rsidR="0085747A" w:rsidRPr="009A4DB6" w:rsidRDefault="00B853E3" w:rsidP="00BB37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9A4DB6" w14:paraId="75575E54" w14:textId="77777777" w:rsidTr="00B819C8">
        <w:tc>
          <w:tcPr>
            <w:tcW w:w="2694" w:type="dxa"/>
            <w:vAlign w:val="center"/>
          </w:tcPr>
          <w:p w14:paraId="2A87C839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618ED60" w14:textId="77777777" w:rsidR="0085747A" w:rsidRPr="009A4DB6" w:rsidRDefault="00300B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9A4DB6">
              <w:rPr>
                <w:rFonts w:ascii="Corbel" w:hAnsi="Corbel"/>
                <w:b w:val="0"/>
                <w:sz w:val="22"/>
              </w:rPr>
              <w:t>ogólnoakademicki</w:t>
            </w:r>
            <w:proofErr w:type="spellEnd"/>
          </w:p>
        </w:tc>
      </w:tr>
      <w:tr w:rsidR="0085747A" w:rsidRPr="009A4DB6" w14:paraId="10F8C75E" w14:textId="77777777" w:rsidTr="00B819C8">
        <w:tc>
          <w:tcPr>
            <w:tcW w:w="2694" w:type="dxa"/>
            <w:vAlign w:val="center"/>
          </w:tcPr>
          <w:p w14:paraId="33CAB048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D98610" w14:textId="7759E043" w:rsidR="0085747A" w:rsidRPr="009A4DB6" w:rsidRDefault="00F577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</w:t>
            </w:r>
            <w:r w:rsidR="00DF02D8" w:rsidRPr="009A4DB6">
              <w:rPr>
                <w:rFonts w:ascii="Corbel" w:hAnsi="Corbel"/>
                <w:b w:val="0"/>
                <w:sz w:val="22"/>
              </w:rPr>
              <w:t>stacjonarn</w:t>
            </w:r>
            <w:r w:rsidR="009A4DB6">
              <w:rPr>
                <w:rFonts w:ascii="Corbel" w:hAnsi="Corbel"/>
                <w:b w:val="0"/>
                <w:sz w:val="22"/>
              </w:rPr>
              <w:t>a</w:t>
            </w:r>
          </w:p>
        </w:tc>
      </w:tr>
      <w:tr w:rsidR="0085747A" w:rsidRPr="009A4DB6" w14:paraId="4777B88C" w14:textId="77777777" w:rsidTr="00B819C8">
        <w:tc>
          <w:tcPr>
            <w:tcW w:w="2694" w:type="dxa"/>
            <w:vAlign w:val="center"/>
          </w:tcPr>
          <w:p w14:paraId="3305136E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9A4DB6">
              <w:rPr>
                <w:rFonts w:ascii="Corbel" w:hAnsi="Corbel"/>
                <w:sz w:val="22"/>
                <w:szCs w:val="22"/>
              </w:rPr>
              <w:t>/y</w:t>
            </w:r>
            <w:r w:rsidRPr="009A4DB6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C728DE" w14:textId="207FF854" w:rsidR="0085747A" w:rsidRPr="009A4DB6" w:rsidRDefault="00177AE9" w:rsidP="00300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I</w:t>
            </w:r>
            <w:r w:rsidR="00C24C47" w:rsidRPr="009A4DB6">
              <w:rPr>
                <w:rFonts w:ascii="Corbel" w:hAnsi="Corbel"/>
                <w:b w:val="0"/>
                <w:sz w:val="22"/>
              </w:rPr>
              <w:t>I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rok</w:t>
            </w:r>
            <w:r w:rsidR="009A4DB6">
              <w:rPr>
                <w:rFonts w:ascii="Corbel" w:hAnsi="Corbel"/>
                <w:b w:val="0"/>
                <w:sz w:val="22"/>
              </w:rPr>
              <w:t>,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I</w:t>
            </w:r>
            <w:r w:rsidR="001A1BC9">
              <w:rPr>
                <w:rFonts w:ascii="Corbel" w:hAnsi="Corbel"/>
                <w:b w:val="0"/>
                <w:sz w:val="22"/>
              </w:rPr>
              <w:t>V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semestr</w:t>
            </w:r>
          </w:p>
        </w:tc>
      </w:tr>
      <w:tr w:rsidR="0085747A" w:rsidRPr="009A4DB6" w14:paraId="6573A4E8" w14:textId="77777777" w:rsidTr="00B819C8">
        <w:tc>
          <w:tcPr>
            <w:tcW w:w="2694" w:type="dxa"/>
            <w:vAlign w:val="center"/>
          </w:tcPr>
          <w:p w14:paraId="56EF9BEA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3D3DAB" w14:textId="77777777" w:rsidR="0085747A" w:rsidRPr="009A4DB6" w:rsidRDefault="00AF19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9A4DB6" w14:paraId="5741BFAD" w14:textId="77777777" w:rsidTr="00B819C8">
        <w:tc>
          <w:tcPr>
            <w:tcW w:w="2694" w:type="dxa"/>
            <w:vAlign w:val="center"/>
          </w:tcPr>
          <w:p w14:paraId="208A45AE" w14:textId="77777777" w:rsidR="00923D7D" w:rsidRPr="009A4DB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9FDF2D" w14:textId="77777777" w:rsidR="00923D7D" w:rsidRPr="009A4DB6" w:rsidRDefault="00BB37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9A4DB6" w14:paraId="16FC2A12" w14:textId="77777777" w:rsidTr="00B819C8">
        <w:tc>
          <w:tcPr>
            <w:tcW w:w="2694" w:type="dxa"/>
            <w:vAlign w:val="center"/>
          </w:tcPr>
          <w:p w14:paraId="10633348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B3060E" w14:textId="77777777" w:rsidR="0085747A" w:rsidRPr="009A4DB6" w:rsidRDefault="00BB37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 xml:space="preserve">Dr hab. prof. </w:t>
            </w:r>
            <w:proofErr w:type="spellStart"/>
            <w:r w:rsidRPr="009A4DB6">
              <w:rPr>
                <w:rFonts w:ascii="Corbel" w:hAnsi="Corbel"/>
                <w:b w:val="0"/>
                <w:sz w:val="22"/>
              </w:rPr>
              <w:t>UR</w:t>
            </w:r>
            <w:proofErr w:type="spellEnd"/>
            <w:r w:rsidRPr="009A4DB6">
              <w:rPr>
                <w:rFonts w:ascii="Corbel" w:hAnsi="Corbel"/>
                <w:b w:val="0"/>
                <w:sz w:val="22"/>
              </w:rPr>
              <w:t xml:space="preserve"> Ryszard </w:t>
            </w:r>
            <w:proofErr w:type="spellStart"/>
            <w:r w:rsidRPr="009A4DB6">
              <w:rPr>
                <w:rFonts w:ascii="Corbel" w:hAnsi="Corbel"/>
                <w:b w:val="0"/>
                <w:sz w:val="22"/>
              </w:rPr>
              <w:t>Pęczkowski</w:t>
            </w:r>
            <w:proofErr w:type="spellEnd"/>
          </w:p>
        </w:tc>
      </w:tr>
      <w:tr w:rsidR="0085747A" w:rsidRPr="009A4DB6" w14:paraId="148840F8" w14:textId="77777777" w:rsidTr="00B819C8">
        <w:tc>
          <w:tcPr>
            <w:tcW w:w="2694" w:type="dxa"/>
            <w:vAlign w:val="center"/>
          </w:tcPr>
          <w:p w14:paraId="62E6A5FD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7AD69E" w14:textId="77777777" w:rsidR="0085747A" w:rsidRPr="009A4DB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A312E34" w14:textId="77777777" w:rsidR="00923D7D" w:rsidRPr="009A4DB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5BC65F00" w14:textId="77777777" w:rsidR="0085747A" w:rsidRPr="009A4DB6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9A4DB6">
        <w:rPr>
          <w:rFonts w:ascii="Corbel" w:hAnsi="Corbel"/>
          <w:szCs w:val="22"/>
        </w:rPr>
        <w:t>1.</w:t>
      </w:r>
      <w:r w:rsidR="00E22FBC" w:rsidRPr="009A4DB6">
        <w:rPr>
          <w:rFonts w:ascii="Corbel" w:hAnsi="Corbel"/>
          <w:szCs w:val="22"/>
        </w:rPr>
        <w:t>1</w:t>
      </w:r>
      <w:r w:rsidRPr="009A4DB6">
        <w:rPr>
          <w:rFonts w:ascii="Corbel" w:hAnsi="Corbel"/>
          <w:szCs w:val="22"/>
        </w:rPr>
        <w:t xml:space="preserve">.Formy zajęć dydaktycznych, wymiar godzin i punktów </w:t>
      </w:r>
      <w:proofErr w:type="spellStart"/>
      <w:r w:rsidRPr="009A4DB6">
        <w:rPr>
          <w:rFonts w:ascii="Corbel" w:hAnsi="Corbel"/>
          <w:szCs w:val="22"/>
        </w:rPr>
        <w:t>ECTS</w:t>
      </w:r>
      <w:proofErr w:type="spellEnd"/>
      <w:r w:rsidRPr="009A4DB6">
        <w:rPr>
          <w:rFonts w:ascii="Corbel" w:hAnsi="Corbel"/>
          <w:szCs w:val="22"/>
        </w:rPr>
        <w:t xml:space="preserve"> </w:t>
      </w:r>
    </w:p>
    <w:p w14:paraId="6437623B" w14:textId="77777777" w:rsidR="00923D7D" w:rsidRPr="009A4DB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A4DB6" w14:paraId="513DFE0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6C77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Semestr</w:t>
            </w:r>
          </w:p>
          <w:p w14:paraId="600DF4CF" w14:textId="77777777" w:rsidR="00015B8F" w:rsidRPr="009A4DB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(</w:t>
            </w:r>
            <w:r w:rsidR="00363F78" w:rsidRPr="009A4DB6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9267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A4DB6">
              <w:rPr>
                <w:rFonts w:ascii="Corbel" w:hAnsi="Corbel"/>
                <w:sz w:val="22"/>
              </w:rPr>
              <w:t>Wykł</w:t>
            </w:r>
            <w:proofErr w:type="spellEnd"/>
            <w:r w:rsidRPr="009A4DB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2DCB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9D4F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A4DB6">
              <w:rPr>
                <w:rFonts w:ascii="Corbel" w:hAnsi="Corbel"/>
                <w:sz w:val="22"/>
              </w:rPr>
              <w:t>Konw</w:t>
            </w:r>
            <w:proofErr w:type="spellEnd"/>
            <w:r w:rsidRPr="009A4DB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2D45D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C682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A4DB6">
              <w:rPr>
                <w:rFonts w:ascii="Corbel" w:hAnsi="Corbel"/>
                <w:sz w:val="22"/>
              </w:rPr>
              <w:t>Sem</w:t>
            </w:r>
            <w:proofErr w:type="spellEnd"/>
            <w:r w:rsidRPr="009A4DB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13115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A4DB6">
              <w:rPr>
                <w:rFonts w:ascii="Corbel" w:hAnsi="Corbel"/>
                <w:sz w:val="22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4D3E4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A4DB6">
              <w:rPr>
                <w:rFonts w:ascii="Corbel" w:hAnsi="Corbel"/>
                <w:sz w:val="22"/>
              </w:rPr>
              <w:t>Prakt</w:t>
            </w:r>
            <w:proofErr w:type="spellEnd"/>
            <w:r w:rsidRPr="009A4DB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7C76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A244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9A4DB6">
              <w:rPr>
                <w:rFonts w:ascii="Corbel" w:hAnsi="Corbel"/>
                <w:b/>
                <w:sz w:val="22"/>
              </w:rPr>
              <w:t>Liczba pkt</w:t>
            </w:r>
            <w:r w:rsidR="00B90885" w:rsidRPr="009A4DB6">
              <w:rPr>
                <w:rFonts w:ascii="Corbel" w:hAnsi="Corbel"/>
                <w:b/>
                <w:sz w:val="22"/>
              </w:rPr>
              <w:t>.</w:t>
            </w:r>
            <w:r w:rsidRPr="009A4DB6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Pr="009A4DB6">
              <w:rPr>
                <w:rFonts w:ascii="Corbel" w:hAnsi="Corbel"/>
                <w:b/>
                <w:sz w:val="22"/>
              </w:rPr>
              <w:t>ECTS</w:t>
            </w:r>
            <w:proofErr w:type="spellEnd"/>
          </w:p>
        </w:tc>
      </w:tr>
      <w:tr w:rsidR="00015B8F" w:rsidRPr="009A4DB6" w14:paraId="49B46D1B" w14:textId="77777777" w:rsidTr="00BB37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CE45" w14:textId="225EF9FE" w:rsidR="00015B8F" w:rsidRPr="009A4DB6" w:rsidRDefault="001A1BC9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1FB6" w14:textId="13CB5530" w:rsidR="00015B8F" w:rsidRPr="009A4DB6" w:rsidRDefault="00F577A0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3925" w14:textId="505BDBC0" w:rsidR="00015B8F" w:rsidRPr="009A4DB6" w:rsidRDefault="00F577A0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2AD8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5CC9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6D54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EEFB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E741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7ACE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3B01" w14:textId="2933A768" w:rsidR="00015B8F" w:rsidRPr="009A4DB6" w:rsidRDefault="009A4DB6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29CA732F" w14:textId="77777777" w:rsidR="00923D7D" w:rsidRPr="009A4DB6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6B1ABC3" w14:textId="77777777" w:rsidR="0085747A" w:rsidRPr="009A4DB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1.</w:t>
      </w:r>
      <w:r w:rsidR="00E22FBC" w:rsidRPr="009A4DB6">
        <w:rPr>
          <w:rFonts w:ascii="Corbel" w:hAnsi="Corbel"/>
          <w:smallCaps w:val="0"/>
          <w:sz w:val="22"/>
        </w:rPr>
        <w:t>2</w:t>
      </w:r>
      <w:r w:rsidR="00F83B28" w:rsidRPr="009A4DB6">
        <w:rPr>
          <w:rFonts w:ascii="Corbel" w:hAnsi="Corbel"/>
          <w:smallCaps w:val="0"/>
          <w:sz w:val="22"/>
        </w:rPr>
        <w:t>.</w:t>
      </w:r>
      <w:r w:rsidR="00F83B28" w:rsidRPr="009A4DB6">
        <w:rPr>
          <w:rFonts w:ascii="Corbel" w:hAnsi="Corbel"/>
          <w:smallCaps w:val="0"/>
          <w:sz w:val="22"/>
        </w:rPr>
        <w:tab/>
      </w:r>
      <w:r w:rsidRPr="009A4DB6">
        <w:rPr>
          <w:rFonts w:ascii="Corbel" w:hAnsi="Corbel"/>
          <w:smallCaps w:val="0"/>
          <w:sz w:val="22"/>
        </w:rPr>
        <w:t xml:space="preserve">Sposób realizacji zajęć  </w:t>
      </w:r>
    </w:p>
    <w:p w14:paraId="791741EF" w14:textId="77777777" w:rsidR="0085747A" w:rsidRPr="009A4DB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9A4DB6">
        <w:rPr>
          <w:rFonts w:ascii="Corbel" w:hAnsi="Corbel"/>
          <w:b w:val="0"/>
          <w:smallCaps w:val="0"/>
          <w:sz w:val="22"/>
          <w:u w:val="single"/>
        </w:rPr>
        <w:t xml:space="preserve">zajęcia w formie tradycyjnej </w:t>
      </w:r>
    </w:p>
    <w:p w14:paraId="0C4975D3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7939C6D6" w14:textId="77777777" w:rsidR="009C54AE" w:rsidRPr="009A4DB6" w:rsidRDefault="00E22FBC" w:rsidP="001C0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1.3 </w:t>
      </w:r>
      <w:r w:rsidR="00F83B28" w:rsidRPr="009A4DB6">
        <w:rPr>
          <w:rFonts w:ascii="Corbel" w:hAnsi="Corbel"/>
          <w:smallCaps w:val="0"/>
          <w:sz w:val="22"/>
        </w:rPr>
        <w:tab/>
      </w:r>
      <w:r w:rsidRPr="009A4DB6">
        <w:rPr>
          <w:rFonts w:ascii="Corbel" w:hAnsi="Corbel"/>
          <w:smallCaps w:val="0"/>
          <w:sz w:val="22"/>
        </w:rPr>
        <w:t>For</w:t>
      </w:r>
      <w:r w:rsidR="00445970" w:rsidRPr="009A4DB6">
        <w:rPr>
          <w:rFonts w:ascii="Corbel" w:hAnsi="Corbel"/>
          <w:smallCaps w:val="0"/>
          <w:sz w:val="22"/>
        </w:rPr>
        <w:t xml:space="preserve">ma zaliczenia przedmiotu </w:t>
      </w:r>
      <w:r w:rsidRPr="009A4DB6">
        <w:rPr>
          <w:rFonts w:ascii="Corbel" w:hAnsi="Corbel"/>
          <w:smallCaps w:val="0"/>
          <w:sz w:val="22"/>
        </w:rPr>
        <w:t xml:space="preserve"> (z toku) </w:t>
      </w:r>
      <w:r w:rsidR="00BB378B" w:rsidRPr="009A4DB6">
        <w:rPr>
          <w:rFonts w:ascii="Corbel" w:hAnsi="Corbel"/>
          <w:smallCaps w:val="0"/>
          <w:sz w:val="22"/>
        </w:rPr>
        <w:t xml:space="preserve"> - </w:t>
      </w:r>
      <w:r w:rsidR="00284BD1" w:rsidRPr="009A4DB6">
        <w:rPr>
          <w:rFonts w:ascii="Corbel" w:hAnsi="Corbel"/>
          <w:smallCaps w:val="0"/>
          <w:sz w:val="22"/>
        </w:rPr>
        <w:t>EGZAMIN</w:t>
      </w:r>
    </w:p>
    <w:p w14:paraId="388DFFDF" w14:textId="77777777" w:rsidR="001C0FBF" w:rsidRPr="009A4DB6" w:rsidRDefault="001C0FBF" w:rsidP="001C0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 w:val="22"/>
        </w:rPr>
      </w:pPr>
    </w:p>
    <w:p w14:paraId="3A9DD8DE" w14:textId="77777777" w:rsidR="00E960BB" w:rsidRPr="009A4DB6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A4DB6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4DB6" w14:paraId="069ECEE9" w14:textId="77777777" w:rsidTr="00745302">
        <w:tc>
          <w:tcPr>
            <w:tcW w:w="9670" w:type="dxa"/>
          </w:tcPr>
          <w:p w14:paraId="549581BB" w14:textId="77777777" w:rsidR="0085747A" w:rsidRPr="009A4DB6" w:rsidRDefault="00BB378B" w:rsidP="00177A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pedagogiki i jej subdysc</w:t>
            </w:r>
            <w:r w:rsidR="00177AE9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yplin naukowych</w:t>
            </w:r>
          </w:p>
        </w:tc>
      </w:tr>
    </w:tbl>
    <w:p w14:paraId="15746A4F" w14:textId="77777777" w:rsidR="00153C41" w:rsidRPr="009A4DB6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E1F0BE0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A4DB6">
        <w:rPr>
          <w:rFonts w:ascii="Corbel" w:hAnsi="Corbel"/>
          <w:sz w:val="22"/>
        </w:rPr>
        <w:t>3.</w:t>
      </w:r>
      <w:r w:rsidR="0085747A" w:rsidRPr="009A4DB6">
        <w:rPr>
          <w:rFonts w:ascii="Corbel" w:hAnsi="Corbel"/>
          <w:sz w:val="22"/>
        </w:rPr>
        <w:t xml:space="preserve"> </w:t>
      </w:r>
      <w:r w:rsidR="00A84C85" w:rsidRPr="009A4DB6">
        <w:rPr>
          <w:rFonts w:ascii="Corbel" w:hAnsi="Corbel"/>
          <w:sz w:val="22"/>
        </w:rPr>
        <w:t>cele, efekty uczenia się</w:t>
      </w:r>
      <w:r w:rsidR="0085747A" w:rsidRPr="009A4DB6">
        <w:rPr>
          <w:rFonts w:ascii="Corbel" w:hAnsi="Corbel"/>
          <w:sz w:val="22"/>
        </w:rPr>
        <w:t xml:space="preserve"> , treści Programowe i stosowane metody Dydaktyczne</w:t>
      </w:r>
    </w:p>
    <w:p w14:paraId="78176C89" w14:textId="77777777" w:rsidR="0085747A" w:rsidRPr="009A4DB6" w:rsidRDefault="0071620A" w:rsidP="009C54AE">
      <w:pPr>
        <w:pStyle w:val="Podpunkty"/>
        <w:rPr>
          <w:rFonts w:ascii="Corbel" w:hAnsi="Corbel"/>
          <w:szCs w:val="22"/>
        </w:rPr>
      </w:pPr>
      <w:r w:rsidRPr="009A4DB6">
        <w:rPr>
          <w:rFonts w:ascii="Corbel" w:hAnsi="Corbel"/>
          <w:szCs w:val="22"/>
        </w:rPr>
        <w:t xml:space="preserve">3.1 </w:t>
      </w:r>
      <w:r w:rsidR="00C05F44" w:rsidRPr="009A4DB6">
        <w:rPr>
          <w:rFonts w:ascii="Corbel" w:hAnsi="Corbel"/>
          <w:szCs w:val="22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177AE9" w:rsidRPr="009A4DB6" w14:paraId="7F32DCD4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ADA5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FBF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Wyposażenie studentów w podstawową wiedzę dotyczącą metodologii badań ilościowych, ze uwzględnieniem struktury badań oraz podstawowych metod i technik realizacji</w:t>
            </w:r>
          </w:p>
        </w:tc>
      </w:tr>
      <w:tr w:rsidR="00177AE9" w:rsidRPr="009A4DB6" w14:paraId="5D2313A5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A4EE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184D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Kształtowanie umiejętności przygotowania i realizacji badań ilościowych</w:t>
            </w:r>
          </w:p>
        </w:tc>
      </w:tr>
      <w:tr w:rsidR="00177AE9" w:rsidRPr="009A4DB6" w14:paraId="5A89208F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7A55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DD1B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Rozwijanie krytycznej postawy w prowadzeniu badań ze szczególnym uwzględnieniem wymiaru etycznego prowadzenia badań ilościowych</w:t>
            </w:r>
          </w:p>
        </w:tc>
      </w:tr>
    </w:tbl>
    <w:p w14:paraId="59B3004A" w14:textId="77777777" w:rsidR="00177AE9" w:rsidRPr="009A4DB6" w:rsidRDefault="00177AE9" w:rsidP="009C54AE">
      <w:pPr>
        <w:spacing w:after="0" w:line="240" w:lineRule="auto"/>
        <w:ind w:left="426"/>
        <w:rPr>
          <w:rFonts w:ascii="Corbel" w:hAnsi="Corbel"/>
          <w:b/>
        </w:rPr>
      </w:pPr>
    </w:p>
    <w:p w14:paraId="431EF7C4" w14:textId="77777777" w:rsidR="0033756B" w:rsidRPr="009A4DB6" w:rsidRDefault="0033756B" w:rsidP="009C54AE">
      <w:pPr>
        <w:spacing w:after="0" w:line="240" w:lineRule="auto"/>
        <w:ind w:left="426"/>
        <w:rPr>
          <w:rFonts w:ascii="Corbel" w:hAnsi="Corbel"/>
          <w:b/>
        </w:rPr>
        <w:sectPr w:rsidR="0033756B" w:rsidRPr="009A4DB6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13EEBA" w14:textId="77777777" w:rsidR="001D7B54" w:rsidRPr="009A4DB6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9A4DB6">
        <w:rPr>
          <w:rFonts w:ascii="Corbel" w:hAnsi="Corbel"/>
          <w:b/>
        </w:rPr>
        <w:lastRenderedPageBreak/>
        <w:t xml:space="preserve">3.2 </w:t>
      </w:r>
      <w:r w:rsidR="001D7B54" w:rsidRPr="009A4DB6">
        <w:rPr>
          <w:rFonts w:ascii="Corbel" w:hAnsi="Corbel"/>
          <w:b/>
        </w:rPr>
        <w:t xml:space="preserve">Efekty </w:t>
      </w:r>
      <w:r w:rsidR="00C05F44" w:rsidRPr="009A4DB6">
        <w:rPr>
          <w:rFonts w:ascii="Corbel" w:hAnsi="Corbel"/>
          <w:b/>
        </w:rPr>
        <w:t xml:space="preserve">uczenia się </w:t>
      </w:r>
      <w:r w:rsidR="001D7B54" w:rsidRPr="009A4DB6">
        <w:rPr>
          <w:rFonts w:ascii="Corbel" w:hAnsi="Corbel"/>
          <w:b/>
        </w:rPr>
        <w:t>dla przedmiotu</w:t>
      </w:r>
      <w:r w:rsidR="00445970" w:rsidRPr="009A4DB6">
        <w:rPr>
          <w:rFonts w:ascii="Corbel" w:hAnsi="Corbel"/>
        </w:rPr>
        <w:t xml:space="preserve"> </w:t>
      </w:r>
    </w:p>
    <w:p w14:paraId="15BA04DA" w14:textId="77777777" w:rsidR="001D7B54" w:rsidRPr="009A4DB6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A4DB6" w14:paraId="7504825A" w14:textId="77777777" w:rsidTr="0071620A">
        <w:tc>
          <w:tcPr>
            <w:tcW w:w="1701" w:type="dxa"/>
            <w:vAlign w:val="center"/>
          </w:tcPr>
          <w:p w14:paraId="1C58EA47" w14:textId="77777777" w:rsidR="0085747A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9A4DB6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9A4DB6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1A20596C" w14:textId="77777777" w:rsidR="00AF199F" w:rsidRPr="009A4DB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14:paraId="66133D7A" w14:textId="77777777" w:rsidR="0085747A" w:rsidRPr="009A4DB6" w:rsidRDefault="00AF199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B2A68D6" w14:textId="77777777" w:rsidR="0085747A" w:rsidRPr="009A4DB6" w:rsidRDefault="0085747A" w:rsidP="009077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</w:p>
        </w:tc>
      </w:tr>
      <w:tr w:rsidR="009A2C3B" w:rsidRPr="009A4DB6" w14:paraId="19FA53B1" w14:textId="77777777" w:rsidTr="001C0FBF">
        <w:tc>
          <w:tcPr>
            <w:tcW w:w="1701" w:type="dxa"/>
            <w:vAlign w:val="center"/>
          </w:tcPr>
          <w:p w14:paraId="4909A1C5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118FCBC6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14:paraId="5489302A" w14:textId="77777777" w:rsidR="009A2C3B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14:paraId="2E098ECE" w14:textId="77777777" w:rsidR="00B40A72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K_W04</w:t>
            </w:r>
            <w:bookmarkStart w:id="0" w:name="_GoBack"/>
            <w:bookmarkEnd w:id="0"/>
          </w:p>
          <w:p w14:paraId="3FB83C9E" w14:textId="77777777" w:rsidR="00300B23" w:rsidRPr="009A4DB6" w:rsidRDefault="00300B23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9A2C3B" w:rsidRPr="009A4DB6" w14:paraId="7314DADC" w14:textId="77777777" w:rsidTr="001C0FBF">
        <w:tc>
          <w:tcPr>
            <w:tcW w:w="1701" w:type="dxa"/>
            <w:vAlign w:val="center"/>
          </w:tcPr>
          <w:p w14:paraId="33695C0F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6BFD6C1C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Wymieni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14:paraId="74296501" w14:textId="77777777" w:rsidR="009A2C3B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9A2C3B" w:rsidRPr="009A4DB6" w14:paraId="5EEB7868" w14:textId="77777777" w:rsidTr="001C0FBF">
        <w:tc>
          <w:tcPr>
            <w:tcW w:w="1701" w:type="dxa"/>
            <w:vAlign w:val="center"/>
          </w:tcPr>
          <w:p w14:paraId="021D21BC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2A3EDDB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14:paraId="55E8CC1E" w14:textId="77777777" w:rsidR="009A2C3B" w:rsidRPr="009A4DB6" w:rsidRDefault="00AF199F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B40A72" w:rsidRPr="009A4DB6">
              <w:rPr>
                <w:rFonts w:ascii="Corbel" w:hAnsi="Corbel"/>
                <w:b w:val="0"/>
                <w:smallCaps w:val="0"/>
                <w:sz w:val="22"/>
              </w:rPr>
              <w:t>U02</w:t>
            </w:r>
          </w:p>
        </w:tc>
      </w:tr>
      <w:tr w:rsidR="009A2C3B" w:rsidRPr="009A4DB6" w14:paraId="4D6FE114" w14:textId="77777777" w:rsidTr="001C0FBF">
        <w:tc>
          <w:tcPr>
            <w:tcW w:w="1701" w:type="dxa"/>
            <w:vAlign w:val="center"/>
          </w:tcPr>
          <w:p w14:paraId="0A772200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176002EA" w14:textId="77777777" w:rsidR="009A2C3B" w:rsidRPr="009A4DB6" w:rsidRDefault="009A2C3B" w:rsidP="00B4711D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Zaprojektuje badania o charakterze ilościowym w obszarze </w:t>
            </w:r>
            <w:r w:rsidR="00B4711D" w:rsidRPr="009A4DB6">
              <w:rPr>
                <w:rFonts w:ascii="Corbel" w:hAnsi="Corbel"/>
              </w:rPr>
              <w:t>pedagogiki przedszkolnej i wczesnoszkolnej</w:t>
            </w:r>
          </w:p>
        </w:tc>
        <w:tc>
          <w:tcPr>
            <w:tcW w:w="1873" w:type="dxa"/>
            <w:vAlign w:val="center"/>
          </w:tcPr>
          <w:p w14:paraId="595C853A" w14:textId="77777777" w:rsidR="009A2C3B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9A2C3B" w:rsidRPr="009A4DB6" w14:paraId="6D1BA361" w14:textId="77777777" w:rsidTr="001C0FBF">
        <w:tc>
          <w:tcPr>
            <w:tcW w:w="1701" w:type="dxa"/>
            <w:vAlign w:val="center"/>
          </w:tcPr>
          <w:p w14:paraId="581AA264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10D4C646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Przedstawi wyniki przeprowadzonych badań i dokona ich interpretacji</w:t>
            </w:r>
          </w:p>
        </w:tc>
        <w:tc>
          <w:tcPr>
            <w:tcW w:w="1873" w:type="dxa"/>
            <w:vAlign w:val="center"/>
          </w:tcPr>
          <w:p w14:paraId="4DC72D24" w14:textId="77777777" w:rsidR="009A2C3B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1C0FBF" w:rsidRPr="009A4DB6" w14:paraId="2D4203E7" w14:textId="77777777" w:rsidTr="001C0FBF">
        <w:tc>
          <w:tcPr>
            <w:tcW w:w="1701" w:type="dxa"/>
            <w:vAlign w:val="center"/>
          </w:tcPr>
          <w:p w14:paraId="5857B041" w14:textId="77777777" w:rsidR="001C0FBF" w:rsidRPr="009A4DB6" w:rsidRDefault="001C0FBF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37119CBC" w14:textId="77777777" w:rsidR="001C0FBF" w:rsidRPr="009A4DB6" w:rsidRDefault="001C0FBF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Uzasadni potrzebę prowadzenia badań ilościowych, w tym badań w obszarze pedagogiki specjalnej, na użytek praktyki społecznej i rozwoju własnych kompetencji metodologicznych</w:t>
            </w:r>
          </w:p>
        </w:tc>
        <w:tc>
          <w:tcPr>
            <w:tcW w:w="1873" w:type="dxa"/>
            <w:vAlign w:val="center"/>
          </w:tcPr>
          <w:p w14:paraId="39B69A16" w14:textId="77777777" w:rsidR="001C0FBF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</w:tbl>
    <w:p w14:paraId="589C7A73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6127D33" w14:textId="77777777" w:rsidR="0085747A" w:rsidRPr="009A4DB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A4DB6">
        <w:rPr>
          <w:rFonts w:ascii="Corbel" w:hAnsi="Corbel"/>
          <w:b/>
        </w:rPr>
        <w:t>3.3</w:t>
      </w:r>
      <w:r w:rsidR="001D7B54" w:rsidRPr="009A4DB6">
        <w:rPr>
          <w:rFonts w:ascii="Corbel" w:hAnsi="Corbel"/>
          <w:b/>
        </w:rPr>
        <w:t xml:space="preserve"> </w:t>
      </w:r>
      <w:r w:rsidR="0085747A" w:rsidRPr="009A4DB6">
        <w:rPr>
          <w:rFonts w:ascii="Corbel" w:hAnsi="Corbel"/>
          <w:b/>
        </w:rPr>
        <w:t>T</w:t>
      </w:r>
      <w:r w:rsidR="001D7B54" w:rsidRPr="009A4DB6">
        <w:rPr>
          <w:rFonts w:ascii="Corbel" w:hAnsi="Corbel"/>
          <w:b/>
        </w:rPr>
        <w:t xml:space="preserve">reści programowe </w:t>
      </w:r>
      <w:r w:rsidR="007327BD" w:rsidRPr="009A4DB6">
        <w:rPr>
          <w:rFonts w:ascii="Corbel" w:hAnsi="Corbel"/>
        </w:rPr>
        <w:t xml:space="preserve">  </w:t>
      </w:r>
    </w:p>
    <w:p w14:paraId="0E59C4D4" w14:textId="77777777" w:rsidR="0085747A" w:rsidRPr="009A4DB6" w:rsidRDefault="0085747A" w:rsidP="00506AA6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orbel" w:hAnsi="Corbel"/>
        </w:rPr>
      </w:pPr>
      <w:r w:rsidRPr="009A4DB6">
        <w:rPr>
          <w:rFonts w:ascii="Corbel" w:hAnsi="Corbel"/>
        </w:rPr>
        <w:t xml:space="preserve">Problematyka wykładu </w:t>
      </w:r>
    </w:p>
    <w:p w14:paraId="24E0AE71" w14:textId="77777777" w:rsidR="00675843" w:rsidRPr="009A4DB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4DB6" w14:paraId="04BDC2F7" w14:textId="77777777" w:rsidTr="00923D7D">
        <w:tc>
          <w:tcPr>
            <w:tcW w:w="9639" w:type="dxa"/>
          </w:tcPr>
          <w:p w14:paraId="5A90EC15" w14:textId="77777777" w:rsidR="0085747A" w:rsidRPr="009A4DB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Treści merytoryczne</w:t>
            </w:r>
          </w:p>
        </w:tc>
      </w:tr>
      <w:tr w:rsidR="001C0FBF" w:rsidRPr="009A4DB6" w14:paraId="6C3DB328" w14:textId="77777777" w:rsidTr="00923D7D">
        <w:tc>
          <w:tcPr>
            <w:tcW w:w="9639" w:type="dxa"/>
          </w:tcPr>
          <w:p w14:paraId="7EED2F54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Badania ilościowe - charakterystyka.</w:t>
            </w:r>
          </w:p>
        </w:tc>
      </w:tr>
      <w:tr w:rsidR="001C0FBF" w:rsidRPr="009A4DB6" w14:paraId="577EA483" w14:textId="77777777" w:rsidTr="00923D7D">
        <w:tc>
          <w:tcPr>
            <w:tcW w:w="9639" w:type="dxa"/>
          </w:tcPr>
          <w:p w14:paraId="160EF94C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Modele badań ilościowych.</w:t>
            </w:r>
          </w:p>
        </w:tc>
      </w:tr>
      <w:tr w:rsidR="001C0FBF" w:rsidRPr="009A4DB6" w14:paraId="55B1A081" w14:textId="77777777" w:rsidTr="00923D7D">
        <w:tc>
          <w:tcPr>
            <w:tcW w:w="9639" w:type="dxa"/>
          </w:tcPr>
          <w:p w14:paraId="307A0F81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Struktura badań ilościowych, zasady projektowania - charakterystyka.</w:t>
            </w:r>
          </w:p>
        </w:tc>
      </w:tr>
      <w:tr w:rsidR="001C0FBF" w:rsidRPr="009A4DB6" w14:paraId="0793C8F5" w14:textId="77777777" w:rsidTr="00923D7D">
        <w:tc>
          <w:tcPr>
            <w:tcW w:w="9639" w:type="dxa"/>
          </w:tcPr>
          <w:p w14:paraId="1A674A22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Metody i techniki prowadzenia badań ilościowych – ogólna charakterystyka.</w:t>
            </w:r>
          </w:p>
        </w:tc>
      </w:tr>
      <w:tr w:rsidR="001C0FBF" w:rsidRPr="009A4DB6" w14:paraId="14DB48C0" w14:textId="77777777" w:rsidTr="00923D7D">
        <w:tc>
          <w:tcPr>
            <w:tcW w:w="9639" w:type="dxa"/>
          </w:tcPr>
          <w:p w14:paraId="4B9100DF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Analiza i synteza  jako podstawowe operacje w badaniach ilościowych.</w:t>
            </w:r>
          </w:p>
        </w:tc>
      </w:tr>
      <w:tr w:rsidR="001C0FBF" w:rsidRPr="009A4DB6" w14:paraId="1EC6105B" w14:textId="77777777" w:rsidTr="00923D7D">
        <w:tc>
          <w:tcPr>
            <w:tcW w:w="9639" w:type="dxa"/>
          </w:tcPr>
          <w:p w14:paraId="3B82AA25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Etyka prowadzenia badań ilościowych.</w:t>
            </w:r>
          </w:p>
        </w:tc>
      </w:tr>
    </w:tbl>
    <w:p w14:paraId="2F6E2E67" w14:textId="77777777" w:rsidR="0085747A" w:rsidRPr="009A4DB6" w:rsidRDefault="0085747A" w:rsidP="009C54AE">
      <w:pPr>
        <w:spacing w:after="0" w:line="240" w:lineRule="auto"/>
        <w:rPr>
          <w:rFonts w:ascii="Corbel" w:hAnsi="Corbel"/>
        </w:rPr>
      </w:pPr>
    </w:p>
    <w:p w14:paraId="30F6F9DD" w14:textId="77777777" w:rsidR="0085747A" w:rsidRPr="009A4DB6" w:rsidRDefault="0085747A" w:rsidP="00506AA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orbel" w:hAnsi="Corbel"/>
        </w:rPr>
      </w:pPr>
      <w:r w:rsidRPr="009A4DB6">
        <w:rPr>
          <w:rFonts w:ascii="Corbel" w:hAnsi="Corbel"/>
        </w:rPr>
        <w:t>Problematyka ćwiczeń audytoryjnych, konwersatoryjnych, laboratoryjnych</w:t>
      </w:r>
      <w:r w:rsidR="009F4610" w:rsidRPr="009A4DB6">
        <w:rPr>
          <w:rFonts w:ascii="Corbel" w:hAnsi="Corbel"/>
        </w:rPr>
        <w:t xml:space="preserve">, </w:t>
      </w:r>
      <w:r w:rsidRPr="009A4DB6">
        <w:rPr>
          <w:rFonts w:ascii="Corbel" w:hAnsi="Corbel"/>
        </w:rPr>
        <w:t xml:space="preserve">zajęć praktycznych </w:t>
      </w:r>
    </w:p>
    <w:p w14:paraId="0DDC61F7" w14:textId="77777777" w:rsidR="0085747A" w:rsidRPr="009A4DB6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4DB6" w14:paraId="505B394A" w14:textId="77777777" w:rsidTr="00923D7D">
        <w:tc>
          <w:tcPr>
            <w:tcW w:w="9639" w:type="dxa"/>
          </w:tcPr>
          <w:p w14:paraId="5AA6E991" w14:textId="77777777" w:rsidR="0085747A" w:rsidRPr="009A4DB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Treści merytoryczne</w:t>
            </w:r>
          </w:p>
        </w:tc>
      </w:tr>
      <w:tr w:rsidR="001C0FBF" w:rsidRPr="009A4DB6" w14:paraId="7993EBD7" w14:textId="77777777" w:rsidTr="00923D7D">
        <w:tc>
          <w:tcPr>
            <w:tcW w:w="9639" w:type="dxa"/>
          </w:tcPr>
          <w:p w14:paraId="56B1AF03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Badania ilościowe – podstawowe pojęcia,  podstawy teoretyczne ,  analiza wybranego przykładu badań ilościowych</w:t>
            </w:r>
          </w:p>
        </w:tc>
      </w:tr>
      <w:tr w:rsidR="001C0FBF" w:rsidRPr="009A4DB6" w14:paraId="2D8FD96F" w14:textId="77777777" w:rsidTr="00923D7D">
        <w:tc>
          <w:tcPr>
            <w:tcW w:w="9639" w:type="dxa"/>
          </w:tcPr>
          <w:p w14:paraId="3ACB8A92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Modele procesu badawczego – charakterystyka faz badań </w:t>
            </w:r>
          </w:p>
        </w:tc>
      </w:tr>
      <w:tr w:rsidR="001C0FBF" w:rsidRPr="009A4DB6" w14:paraId="32130F91" w14:textId="77777777" w:rsidTr="00923D7D">
        <w:tc>
          <w:tcPr>
            <w:tcW w:w="9639" w:type="dxa"/>
          </w:tcPr>
          <w:p w14:paraId="02953B5D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Przedmiot i cele badań – analiza wybranych przykładów</w:t>
            </w:r>
          </w:p>
        </w:tc>
      </w:tr>
      <w:tr w:rsidR="001C0FBF" w:rsidRPr="009A4DB6" w14:paraId="285F8D6C" w14:textId="77777777" w:rsidTr="00923D7D">
        <w:tc>
          <w:tcPr>
            <w:tcW w:w="9639" w:type="dxa"/>
          </w:tcPr>
          <w:p w14:paraId="2048EAAC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Problem w badaniach ilościowych – pojęcie, rodzaje problemów,. Formułowanie problemów w badaniach ilościowych, kryteria poprawności</w:t>
            </w:r>
          </w:p>
        </w:tc>
      </w:tr>
      <w:tr w:rsidR="0090777B" w:rsidRPr="009A4DB6" w14:paraId="2FF1DF8C" w14:textId="77777777" w:rsidTr="00923D7D">
        <w:tc>
          <w:tcPr>
            <w:tcW w:w="9639" w:type="dxa"/>
          </w:tcPr>
          <w:p w14:paraId="74C11FE7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Hipotezy w badaniach ilościowych – charakterystyka, zasady operacjonalizacji hipotez</w:t>
            </w:r>
          </w:p>
        </w:tc>
      </w:tr>
      <w:tr w:rsidR="0090777B" w:rsidRPr="009A4DB6" w14:paraId="13524141" w14:textId="77777777" w:rsidTr="00923D7D">
        <w:tc>
          <w:tcPr>
            <w:tcW w:w="9639" w:type="dxa"/>
          </w:tcPr>
          <w:p w14:paraId="6D19D6C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Zmienne, wskaźniki i mierniki w badaniach ilościowych</w:t>
            </w:r>
          </w:p>
        </w:tc>
      </w:tr>
      <w:tr w:rsidR="0090777B" w:rsidRPr="009A4DB6" w14:paraId="2D2D4768" w14:textId="77777777" w:rsidTr="00923D7D">
        <w:tc>
          <w:tcPr>
            <w:tcW w:w="9639" w:type="dxa"/>
          </w:tcPr>
          <w:p w14:paraId="559E18E1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Metody, techniki i narzędzia w badaniach ilościowych – charakterystyka</w:t>
            </w:r>
          </w:p>
        </w:tc>
      </w:tr>
      <w:tr w:rsidR="0090777B" w:rsidRPr="009A4DB6" w14:paraId="09279740" w14:textId="77777777" w:rsidTr="00923D7D">
        <w:tc>
          <w:tcPr>
            <w:tcW w:w="9639" w:type="dxa"/>
          </w:tcPr>
          <w:p w14:paraId="3D192830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Zasady doboru i projektowania metod i technik</w:t>
            </w:r>
          </w:p>
        </w:tc>
      </w:tr>
      <w:tr w:rsidR="0090777B" w:rsidRPr="009A4DB6" w14:paraId="572F86D3" w14:textId="77777777" w:rsidTr="00923D7D">
        <w:tc>
          <w:tcPr>
            <w:tcW w:w="9639" w:type="dxa"/>
          </w:tcPr>
          <w:p w14:paraId="4EE2359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Opracowanie i weryfikacja narzędzi pomiaru  </w:t>
            </w:r>
          </w:p>
        </w:tc>
      </w:tr>
      <w:tr w:rsidR="0090777B" w:rsidRPr="009A4DB6" w14:paraId="1991B339" w14:textId="77777777" w:rsidTr="00923D7D">
        <w:tc>
          <w:tcPr>
            <w:tcW w:w="9639" w:type="dxa"/>
          </w:tcPr>
          <w:p w14:paraId="55542EB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Projekt badań własnych, przygotowanie, realizacja, prezentacja wyników</w:t>
            </w:r>
          </w:p>
        </w:tc>
      </w:tr>
    </w:tbl>
    <w:p w14:paraId="05954BC8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B88E25D" w14:textId="77777777" w:rsidR="0090777B" w:rsidRPr="009A4DB6" w:rsidRDefault="0090777B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5D60F827" w14:textId="77777777" w:rsidR="0090777B" w:rsidRPr="009A4DB6" w:rsidRDefault="0090777B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6C1CDF5C" w14:textId="77777777" w:rsidR="0085747A" w:rsidRPr="009A4DB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3.4 Metody dydaktyczne</w:t>
      </w:r>
      <w:r w:rsidRPr="009A4DB6">
        <w:rPr>
          <w:rFonts w:ascii="Corbel" w:hAnsi="Corbel"/>
          <w:b w:val="0"/>
          <w:smallCaps w:val="0"/>
          <w:sz w:val="22"/>
        </w:rPr>
        <w:t xml:space="preserve"> </w:t>
      </w:r>
    </w:p>
    <w:p w14:paraId="2AB1BB8B" w14:textId="77777777" w:rsidR="006943B1" w:rsidRPr="009A4DB6" w:rsidRDefault="006943B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F74855B" w14:textId="77777777" w:rsidR="0085747A" w:rsidRPr="009A4DB6" w:rsidRDefault="006943B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b w:val="0"/>
          <w:smallCaps w:val="0"/>
          <w:sz w:val="22"/>
        </w:rPr>
        <w:t>Wykład z prezentacj</w:t>
      </w:r>
      <w:r w:rsidR="0090777B" w:rsidRPr="009A4DB6">
        <w:rPr>
          <w:rFonts w:ascii="Corbel" w:hAnsi="Corbel"/>
          <w:b w:val="0"/>
          <w:smallCaps w:val="0"/>
          <w:sz w:val="22"/>
        </w:rPr>
        <w:t>a multimedialną; analiza tekstów prezentujących badania empiryczne</w:t>
      </w:r>
      <w:r w:rsidRPr="009A4DB6">
        <w:rPr>
          <w:rFonts w:ascii="Corbel" w:hAnsi="Corbel"/>
          <w:b w:val="0"/>
          <w:smallCaps w:val="0"/>
          <w:sz w:val="22"/>
        </w:rPr>
        <w:t xml:space="preserve"> z interpretacją </w:t>
      </w:r>
      <w:r w:rsidR="0090777B" w:rsidRPr="009A4DB6">
        <w:rPr>
          <w:rFonts w:ascii="Corbel" w:hAnsi="Corbel"/>
          <w:b w:val="0"/>
          <w:smallCaps w:val="0"/>
          <w:sz w:val="22"/>
        </w:rPr>
        <w:t>–</w:t>
      </w:r>
      <w:r w:rsidRPr="009A4DB6">
        <w:rPr>
          <w:rFonts w:ascii="Corbel" w:hAnsi="Corbel"/>
          <w:b w:val="0"/>
          <w:smallCaps w:val="0"/>
          <w:sz w:val="22"/>
        </w:rPr>
        <w:t xml:space="preserve"> dyskusja</w:t>
      </w:r>
      <w:r w:rsidR="0090777B" w:rsidRPr="009A4DB6">
        <w:rPr>
          <w:rFonts w:ascii="Corbel" w:hAnsi="Corbel"/>
          <w:b w:val="0"/>
          <w:smallCaps w:val="0"/>
          <w:sz w:val="22"/>
        </w:rPr>
        <w:t xml:space="preserve">; ćwiczenia </w:t>
      </w:r>
    </w:p>
    <w:p w14:paraId="342CE74D" w14:textId="77777777" w:rsidR="00E960BB" w:rsidRPr="009A4DB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39B23689" w14:textId="77777777" w:rsidR="0085747A" w:rsidRPr="009A4DB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 </w:t>
      </w:r>
      <w:r w:rsidR="0085747A" w:rsidRPr="009A4DB6">
        <w:rPr>
          <w:rFonts w:ascii="Corbel" w:hAnsi="Corbel"/>
          <w:smallCaps w:val="0"/>
          <w:sz w:val="22"/>
        </w:rPr>
        <w:t>METODY I KRYTERIA OCENY</w:t>
      </w:r>
      <w:r w:rsidR="009F4610" w:rsidRPr="009A4DB6">
        <w:rPr>
          <w:rFonts w:ascii="Corbel" w:hAnsi="Corbel"/>
          <w:smallCaps w:val="0"/>
          <w:sz w:val="22"/>
        </w:rPr>
        <w:t xml:space="preserve"> </w:t>
      </w:r>
    </w:p>
    <w:p w14:paraId="04E2FD24" w14:textId="77777777" w:rsidR="00923D7D" w:rsidRPr="009A4DB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315F99D" w14:textId="77777777" w:rsidR="0085747A" w:rsidRPr="009A4DB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9A4DB6">
        <w:rPr>
          <w:rFonts w:ascii="Corbel" w:hAnsi="Corbel"/>
          <w:smallCaps w:val="0"/>
          <w:sz w:val="22"/>
        </w:rPr>
        <w:t>uczenia się</w:t>
      </w:r>
    </w:p>
    <w:p w14:paraId="4D15C3F7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A4DB6" w14:paraId="1401F019" w14:textId="77777777" w:rsidTr="00C05F44">
        <w:tc>
          <w:tcPr>
            <w:tcW w:w="1985" w:type="dxa"/>
            <w:vAlign w:val="center"/>
          </w:tcPr>
          <w:p w14:paraId="570BC2F4" w14:textId="77777777" w:rsidR="0085747A" w:rsidRPr="009A4DB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942FDE1" w14:textId="77777777" w:rsidR="0085747A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1A128884" w14:textId="77777777" w:rsidR="0085747A" w:rsidRPr="009A4DB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0BF975" w14:textId="77777777" w:rsidR="00923D7D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6A6DDE9C" w14:textId="77777777" w:rsidR="0085747A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9A4DB6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9A4DB6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6943B1" w:rsidRPr="009A4DB6" w14:paraId="33C04B66" w14:textId="77777777" w:rsidTr="00C05F44">
        <w:tc>
          <w:tcPr>
            <w:tcW w:w="1985" w:type="dxa"/>
            <w:vAlign w:val="center"/>
          </w:tcPr>
          <w:p w14:paraId="2964B85D" w14:textId="77777777" w:rsidR="006943B1" w:rsidRPr="009A4DB6" w:rsidRDefault="006943B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528" w:type="dxa"/>
            <w:vAlign w:val="center"/>
          </w:tcPr>
          <w:p w14:paraId="180193FD" w14:textId="6E2587BA" w:rsidR="006943B1" w:rsidRPr="009A4DB6" w:rsidRDefault="00DF4D2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Praca projektowa, 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cząstkowe</w:t>
            </w:r>
            <w:r w:rsidR="00B853E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  <w:vAlign w:val="center"/>
          </w:tcPr>
          <w:p w14:paraId="0F972056" w14:textId="77777777" w:rsidR="006943B1" w:rsidRPr="009A4DB6" w:rsidRDefault="00B471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wykład, ćwiczenia</w:t>
            </w:r>
          </w:p>
        </w:tc>
      </w:tr>
      <w:tr w:rsidR="0090777B" w:rsidRPr="009A4DB6" w14:paraId="4EB014A1" w14:textId="77777777" w:rsidTr="00C05F44">
        <w:tc>
          <w:tcPr>
            <w:tcW w:w="1985" w:type="dxa"/>
            <w:vAlign w:val="center"/>
          </w:tcPr>
          <w:p w14:paraId="73195ED2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  <w:vAlign w:val="center"/>
          </w:tcPr>
          <w:p w14:paraId="2F57852B" w14:textId="2F518A11" w:rsidR="0090777B" w:rsidRPr="009A4DB6" w:rsidRDefault="00DF4D23" w:rsidP="00DF4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kolokwium cząstkowe</w:t>
            </w:r>
            <w:r w:rsidR="00B853E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  <w:vAlign w:val="center"/>
          </w:tcPr>
          <w:p w14:paraId="4B9C853B" w14:textId="77777777" w:rsidR="0090777B" w:rsidRPr="009A4DB6" w:rsidRDefault="00B4711D" w:rsidP="00D22B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wykład, ćwiczenia</w:t>
            </w:r>
          </w:p>
        </w:tc>
      </w:tr>
      <w:tr w:rsidR="0090777B" w:rsidRPr="009A4DB6" w14:paraId="029E7141" w14:textId="77777777" w:rsidTr="00C05F44">
        <w:tc>
          <w:tcPr>
            <w:tcW w:w="1985" w:type="dxa"/>
            <w:vAlign w:val="center"/>
          </w:tcPr>
          <w:p w14:paraId="5414496A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  <w:vAlign w:val="center"/>
          </w:tcPr>
          <w:p w14:paraId="29515B0D" w14:textId="77777777" w:rsidR="0090777B" w:rsidRPr="009A4DB6" w:rsidRDefault="00DF4D23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311EB8A5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0557A737" w14:textId="77777777" w:rsidTr="00C05F44">
        <w:tc>
          <w:tcPr>
            <w:tcW w:w="1985" w:type="dxa"/>
            <w:vAlign w:val="center"/>
          </w:tcPr>
          <w:p w14:paraId="136B7FE4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  <w:vAlign w:val="center"/>
          </w:tcPr>
          <w:p w14:paraId="1E1606EE" w14:textId="77777777" w:rsidR="0090777B" w:rsidRPr="009A4DB6" w:rsidRDefault="00712A98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projektu</w:t>
            </w:r>
          </w:p>
        </w:tc>
        <w:tc>
          <w:tcPr>
            <w:tcW w:w="2126" w:type="dxa"/>
            <w:vAlign w:val="center"/>
          </w:tcPr>
          <w:p w14:paraId="4E148C50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344510BA" w14:textId="77777777" w:rsidTr="00C05F44">
        <w:tc>
          <w:tcPr>
            <w:tcW w:w="1985" w:type="dxa"/>
            <w:vAlign w:val="center"/>
          </w:tcPr>
          <w:p w14:paraId="0EB6ADC5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  <w:vAlign w:val="center"/>
          </w:tcPr>
          <w:p w14:paraId="1135084E" w14:textId="77777777" w:rsidR="0090777B" w:rsidRPr="009A4DB6" w:rsidRDefault="00712A98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sprawozdanie</w:t>
            </w:r>
          </w:p>
        </w:tc>
        <w:tc>
          <w:tcPr>
            <w:tcW w:w="2126" w:type="dxa"/>
            <w:vAlign w:val="center"/>
          </w:tcPr>
          <w:p w14:paraId="3A8C527B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1BD8273E" w14:textId="77777777" w:rsidTr="00C05F44">
        <w:tc>
          <w:tcPr>
            <w:tcW w:w="1985" w:type="dxa"/>
            <w:vAlign w:val="center"/>
          </w:tcPr>
          <w:p w14:paraId="589F7374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  <w:vAlign w:val="center"/>
          </w:tcPr>
          <w:p w14:paraId="781D18B5" w14:textId="77777777" w:rsidR="0090777B" w:rsidRPr="009A4DB6" w:rsidRDefault="007B43EB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Dyskusja, 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F49C35B" w14:textId="77777777" w:rsidR="0090777B" w:rsidRPr="009A4DB6" w:rsidRDefault="007B43EB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B4711D" w:rsidRPr="009A4DB6">
              <w:rPr>
                <w:rFonts w:ascii="Corbel" w:hAnsi="Corbel"/>
                <w:b w:val="0"/>
                <w:smallCaps w:val="0"/>
                <w:sz w:val="22"/>
              </w:rPr>
              <w:t>ykład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B4711D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ćwiczenia</w:t>
            </w:r>
          </w:p>
        </w:tc>
      </w:tr>
    </w:tbl>
    <w:p w14:paraId="4E663D4E" w14:textId="77777777" w:rsidR="00923D7D" w:rsidRPr="009A4DB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34AB3A0" w14:textId="77777777" w:rsidR="0085747A" w:rsidRPr="009A4DB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4.2 </w:t>
      </w:r>
      <w:r w:rsidR="0085747A" w:rsidRPr="009A4DB6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9A4DB6">
        <w:rPr>
          <w:rFonts w:ascii="Corbel" w:hAnsi="Corbel"/>
          <w:smallCaps w:val="0"/>
          <w:sz w:val="22"/>
        </w:rPr>
        <w:t xml:space="preserve"> </w:t>
      </w:r>
    </w:p>
    <w:p w14:paraId="23D9D63F" w14:textId="77777777" w:rsidR="00923D7D" w:rsidRPr="009A4DB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4DB6" w14:paraId="607EC4B2" w14:textId="77777777" w:rsidTr="00923D7D">
        <w:tc>
          <w:tcPr>
            <w:tcW w:w="9670" w:type="dxa"/>
          </w:tcPr>
          <w:p w14:paraId="76FCEF8C" w14:textId="77777777" w:rsidR="0085747A" w:rsidRPr="009A4DB6" w:rsidRDefault="006943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Obecność na zajęciach, pozytywne oceny z kolokwium</w:t>
            </w:r>
            <w:r w:rsidR="00712A98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oraz pracy projektowej.</w:t>
            </w:r>
          </w:p>
        </w:tc>
      </w:tr>
    </w:tbl>
    <w:p w14:paraId="7A4CBDCC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D1A32D8" w14:textId="77777777" w:rsidR="009F4610" w:rsidRPr="009A4DB6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9A4DB6">
        <w:rPr>
          <w:rFonts w:ascii="Corbel" w:hAnsi="Corbel"/>
          <w:b/>
        </w:rPr>
        <w:t xml:space="preserve">5. </w:t>
      </w:r>
      <w:r w:rsidR="00C61DC5" w:rsidRPr="009A4DB6">
        <w:rPr>
          <w:rFonts w:ascii="Corbel" w:hAnsi="Corbel"/>
          <w:b/>
        </w:rPr>
        <w:t xml:space="preserve">CAŁKOWITY NAKŁAD PRACY STUDENTA POTRZEBNY DO OSIĄGNIĘCIA ZAŁOŻONYCH EFEKTÓW W GODZINACH ORAZ PUNKTACH </w:t>
      </w:r>
      <w:proofErr w:type="spellStart"/>
      <w:r w:rsidR="00C61DC5" w:rsidRPr="009A4DB6">
        <w:rPr>
          <w:rFonts w:ascii="Corbel" w:hAnsi="Corbel"/>
          <w:b/>
        </w:rPr>
        <w:t>ECTS</w:t>
      </w:r>
      <w:proofErr w:type="spellEnd"/>
      <w:r w:rsidR="00C61DC5" w:rsidRPr="009A4DB6">
        <w:rPr>
          <w:rFonts w:ascii="Corbel" w:hAnsi="Corbel"/>
          <w:b/>
        </w:rPr>
        <w:t xml:space="preserve"> </w:t>
      </w:r>
    </w:p>
    <w:p w14:paraId="211D6C80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A4DB6" w14:paraId="5A7BE49C" w14:textId="77777777" w:rsidTr="00777248">
        <w:tc>
          <w:tcPr>
            <w:tcW w:w="5132" w:type="dxa"/>
            <w:vAlign w:val="center"/>
          </w:tcPr>
          <w:p w14:paraId="00D830DD" w14:textId="77777777" w:rsidR="0085747A" w:rsidRPr="009A4DB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Forma a</w:t>
            </w:r>
            <w:r w:rsidR="0085747A" w:rsidRPr="009A4DB6">
              <w:rPr>
                <w:rFonts w:ascii="Corbel" w:hAnsi="Corbel"/>
                <w:b/>
              </w:rPr>
              <w:t>ktywnoś</w:t>
            </w:r>
            <w:r w:rsidRPr="009A4DB6">
              <w:rPr>
                <w:rFonts w:ascii="Corbel" w:hAnsi="Corbel"/>
                <w:b/>
              </w:rPr>
              <w:t>ci</w:t>
            </w:r>
          </w:p>
        </w:tc>
        <w:tc>
          <w:tcPr>
            <w:tcW w:w="4388" w:type="dxa"/>
            <w:vAlign w:val="center"/>
          </w:tcPr>
          <w:p w14:paraId="00D730E8" w14:textId="77777777" w:rsidR="0085747A" w:rsidRPr="009A4DB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Średnia l</w:t>
            </w:r>
            <w:r w:rsidR="0085747A" w:rsidRPr="009A4DB6">
              <w:rPr>
                <w:rFonts w:ascii="Corbel" w:hAnsi="Corbel"/>
                <w:b/>
              </w:rPr>
              <w:t>iczba godzin</w:t>
            </w:r>
            <w:r w:rsidR="0071620A" w:rsidRPr="009A4DB6">
              <w:rPr>
                <w:rFonts w:ascii="Corbel" w:hAnsi="Corbel"/>
                <w:b/>
              </w:rPr>
              <w:t xml:space="preserve"> </w:t>
            </w:r>
            <w:r w:rsidRPr="009A4DB6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9A4DB6" w14:paraId="15D09FBB" w14:textId="77777777" w:rsidTr="00777248">
        <w:tc>
          <w:tcPr>
            <w:tcW w:w="5132" w:type="dxa"/>
          </w:tcPr>
          <w:p w14:paraId="5DFE2014" w14:textId="77777777" w:rsidR="0085747A" w:rsidRPr="009A4DB6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G</w:t>
            </w:r>
            <w:r w:rsidR="0085747A" w:rsidRPr="009A4DB6">
              <w:rPr>
                <w:rFonts w:ascii="Corbel" w:hAnsi="Corbel"/>
              </w:rPr>
              <w:t xml:space="preserve">odziny </w:t>
            </w:r>
            <w:r w:rsidRPr="009A4DB6">
              <w:rPr>
                <w:rFonts w:ascii="Corbel" w:hAnsi="Corbel"/>
              </w:rPr>
              <w:t>kontaktowe</w:t>
            </w:r>
            <w:r w:rsidR="0085747A" w:rsidRPr="009A4DB6">
              <w:rPr>
                <w:rFonts w:ascii="Corbel" w:hAnsi="Corbel"/>
              </w:rPr>
              <w:t xml:space="preserve"> w</w:t>
            </w:r>
            <w:r w:rsidRPr="009A4DB6">
              <w:rPr>
                <w:rFonts w:ascii="Corbel" w:hAnsi="Corbel"/>
              </w:rPr>
              <w:t>ynikające</w:t>
            </w:r>
            <w:r w:rsidR="0085747A" w:rsidRPr="009A4DB6">
              <w:rPr>
                <w:rFonts w:ascii="Corbel" w:hAnsi="Corbel"/>
              </w:rPr>
              <w:t xml:space="preserve"> z</w:t>
            </w:r>
            <w:r w:rsidR="009C1331" w:rsidRPr="009A4DB6">
              <w:rPr>
                <w:rFonts w:ascii="Corbel" w:hAnsi="Corbel"/>
              </w:rPr>
              <w:t> </w:t>
            </w:r>
            <w:r w:rsidR="0045729E" w:rsidRPr="009A4DB6">
              <w:rPr>
                <w:rFonts w:ascii="Corbel" w:hAnsi="Corbel"/>
              </w:rPr>
              <w:t>harmonogramu</w:t>
            </w:r>
            <w:r w:rsidR="0085747A" w:rsidRPr="009A4DB6">
              <w:rPr>
                <w:rFonts w:ascii="Corbel" w:hAnsi="Corbel"/>
              </w:rPr>
              <w:t xml:space="preserve"> </w:t>
            </w:r>
            <w:r w:rsidRPr="009A4DB6">
              <w:rPr>
                <w:rFonts w:ascii="Corbel" w:hAnsi="Corbel"/>
              </w:rPr>
              <w:t>studiów</w:t>
            </w:r>
            <w:r w:rsidR="0045729E" w:rsidRPr="009A4DB6">
              <w:rPr>
                <w:rFonts w:ascii="Corbel" w:hAnsi="Corbel"/>
              </w:rPr>
              <w:t xml:space="preserve"> </w:t>
            </w:r>
          </w:p>
        </w:tc>
        <w:tc>
          <w:tcPr>
            <w:tcW w:w="4388" w:type="dxa"/>
          </w:tcPr>
          <w:p w14:paraId="792183F7" w14:textId="1761CDFD" w:rsidR="0085747A" w:rsidRPr="009A4DB6" w:rsidRDefault="00A0389D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C61DC5" w:rsidRPr="009A4DB6" w14:paraId="46E0DC61" w14:textId="77777777" w:rsidTr="00777248">
        <w:tc>
          <w:tcPr>
            <w:tcW w:w="5132" w:type="dxa"/>
          </w:tcPr>
          <w:p w14:paraId="7F8C8C4A" w14:textId="77777777" w:rsidR="00C61DC5" w:rsidRPr="009A4DB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Inne z udziałem nauczyciela</w:t>
            </w:r>
            <w:r w:rsidR="0045729E" w:rsidRPr="009A4DB6">
              <w:rPr>
                <w:rFonts w:ascii="Corbel" w:hAnsi="Corbel"/>
              </w:rPr>
              <w:t xml:space="preserve"> akademickiego</w:t>
            </w:r>
            <w:r w:rsidR="00DF4D23" w:rsidRPr="009A4DB6">
              <w:rPr>
                <w:rFonts w:ascii="Corbel" w:hAnsi="Corbel"/>
              </w:rPr>
              <w:t>:</w:t>
            </w:r>
          </w:p>
          <w:p w14:paraId="1EF72FB9" w14:textId="77777777" w:rsidR="00C61DC5" w:rsidRDefault="00DF4D23" w:rsidP="00DF4D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- </w:t>
            </w:r>
            <w:r w:rsidR="00C61DC5" w:rsidRPr="009A4DB6">
              <w:rPr>
                <w:rFonts w:ascii="Corbel" w:hAnsi="Corbel"/>
              </w:rPr>
              <w:t>u</w:t>
            </w:r>
            <w:r w:rsidRPr="009A4DB6">
              <w:rPr>
                <w:rFonts w:ascii="Corbel" w:hAnsi="Corbel"/>
              </w:rPr>
              <w:t>dział w konsultacjach</w:t>
            </w:r>
          </w:p>
          <w:p w14:paraId="4DEEFE66" w14:textId="573BEEE2" w:rsidR="00F24499" w:rsidRPr="009A4DB6" w:rsidRDefault="00F24499" w:rsidP="00DF4D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-udział w egzaminie</w:t>
            </w:r>
          </w:p>
        </w:tc>
        <w:tc>
          <w:tcPr>
            <w:tcW w:w="4388" w:type="dxa"/>
          </w:tcPr>
          <w:p w14:paraId="380BFFB7" w14:textId="77777777" w:rsidR="00F24499" w:rsidRDefault="00F24499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F798FBA" w14:textId="458B7929" w:rsidR="00F24499" w:rsidRDefault="00F24499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64A27149" w14:textId="3F5DE07A" w:rsidR="00C61DC5" w:rsidRPr="009A4DB6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2</w:t>
            </w:r>
          </w:p>
        </w:tc>
      </w:tr>
      <w:tr w:rsidR="00C61DC5" w:rsidRPr="009A4DB6" w14:paraId="69F00042" w14:textId="77777777" w:rsidTr="00777248">
        <w:tc>
          <w:tcPr>
            <w:tcW w:w="5132" w:type="dxa"/>
          </w:tcPr>
          <w:p w14:paraId="516E46C8" w14:textId="0775C118" w:rsidR="0071620A" w:rsidRPr="00B11B17" w:rsidRDefault="006943B1" w:rsidP="00B11B1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Godziny </w:t>
            </w:r>
            <w:proofErr w:type="spellStart"/>
            <w:r w:rsidRPr="009A4DB6">
              <w:rPr>
                <w:rFonts w:ascii="Corbel" w:hAnsi="Corbel"/>
              </w:rPr>
              <w:t>niekontaktowe</w:t>
            </w:r>
            <w:proofErr w:type="spellEnd"/>
            <w:r w:rsidR="00B11B17" w:rsidRPr="00B11B17">
              <w:rPr>
                <w:rFonts w:ascii="Corbel" w:hAnsi="Corbel"/>
              </w:rPr>
              <w:t>-</w:t>
            </w:r>
            <w:r w:rsidR="00B11B17">
              <w:rPr>
                <w:rFonts w:ascii="Corbel" w:hAnsi="Corbel"/>
              </w:rPr>
              <w:t xml:space="preserve"> </w:t>
            </w:r>
            <w:r w:rsidR="00C61DC5" w:rsidRPr="00B11B17">
              <w:rPr>
                <w:rFonts w:ascii="Corbel" w:hAnsi="Corbel"/>
              </w:rPr>
              <w:t>praca własna studenta</w:t>
            </w:r>
            <w:r w:rsidR="00B11B17">
              <w:rPr>
                <w:rFonts w:ascii="Corbel" w:hAnsi="Corbel"/>
              </w:rPr>
              <w:t>:</w:t>
            </w:r>
          </w:p>
          <w:p w14:paraId="0E9E4DFC" w14:textId="108B2E32" w:rsidR="006943B1" w:rsidRPr="009A4DB6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9A4DB6">
              <w:rPr>
                <w:rFonts w:ascii="Corbel" w:hAnsi="Corbel"/>
              </w:rPr>
              <w:t>przygotowanie do zajęć,</w:t>
            </w:r>
          </w:p>
          <w:p w14:paraId="0329230E" w14:textId="77777777" w:rsidR="00A0389D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6943B1" w:rsidRPr="009A4DB6">
              <w:rPr>
                <w:rFonts w:ascii="Corbel" w:hAnsi="Corbel"/>
              </w:rPr>
              <w:t>przygotowanie do kolokwium</w:t>
            </w:r>
          </w:p>
          <w:p w14:paraId="6A228287" w14:textId="7ED06E88" w:rsidR="00C61DC5" w:rsidRPr="009A4DB6" w:rsidRDefault="00A0389D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 egzaminu</w:t>
            </w:r>
            <w:r w:rsidR="006943B1" w:rsidRPr="009A4DB6">
              <w:rPr>
                <w:rFonts w:ascii="Corbel" w:hAnsi="Corbel"/>
              </w:rPr>
              <w:t xml:space="preserve"> </w:t>
            </w:r>
          </w:p>
          <w:p w14:paraId="48F667E8" w14:textId="7F9FA006" w:rsidR="00B4711D" w:rsidRPr="009A4DB6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4711D" w:rsidRPr="009A4DB6">
              <w:rPr>
                <w:rFonts w:ascii="Corbel" w:hAnsi="Corbel"/>
              </w:rPr>
              <w:t>przygotowanie projektu</w:t>
            </w:r>
          </w:p>
        </w:tc>
        <w:tc>
          <w:tcPr>
            <w:tcW w:w="4388" w:type="dxa"/>
          </w:tcPr>
          <w:p w14:paraId="2FFD1A94" w14:textId="77777777" w:rsidR="00C61DC5" w:rsidRPr="009A4DB6" w:rsidRDefault="00C61DC5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BF17DCE" w14:textId="34FC8B71" w:rsidR="00B4711D" w:rsidRPr="009A4DB6" w:rsidRDefault="00B11B17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F24499">
              <w:rPr>
                <w:rFonts w:ascii="Corbel" w:hAnsi="Corbel"/>
              </w:rPr>
              <w:t>3</w:t>
            </w:r>
          </w:p>
          <w:p w14:paraId="1A73F9BE" w14:textId="7D9ADF06" w:rsidR="00B4711D" w:rsidRPr="009A4DB6" w:rsidRDefault="00B40A72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1</w:t>
            </w:r>
            <w:r w:rsidR="00F24499">
              <w:rPr>
                <w:rFonts w:ascii="Corbel" w:hAnsi="Corbel"/>
              </w:rPr>
              <w:t>3</w:t>
            </w:r>
          </w:p>
          <w:p w14:paraId="40583EFC" w14:textId="55A7C500" w:rsidR="006943B1" w:rsidRPr="009A4DB6" w:rsidRDefault="00A0389D" w:rsidP="00A038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F24499">
              <w:rPr>
                <w:rFonts w:ascii="Corbel" w:hAnsi="Corbel"/>
              </w:rPr>
              <w:t>3</w:t>
            </w:r>
          </w:p>
          <w:p w14:paraId="14750FE8" w14:textId="7032A086" w:rsidR="00B4711D" w:rsidRPr="009A4DB6" w:rsidRDefault="00A0389D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F24499">
              <w:rPr>
                <w:rFonts w:ascii="Corbel" w:hAnsi="Corbel"/>
              </w:rPr>
              <w:t>1</w:t>
            </w:r>
          </w:p>
        </w:tc>
      </w:tr>
      <w:tr w:rsidR="0085747A" w:rsidRPr="009A4DB6" w14:paraId="1FB84B96" w14:textId="77777777" w:rsidTr="00777248">
        <w:tc>
          <w:tcPr>
            <w:tcW w:w="5132" w:type="dxa"/>
          </w:tcPr>
          <w:p w14:paraId="3746E108" w14:textId="77777777" w:rsidR="0085747A" w:rsidRPr="009A4DB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SUMA GODZIN</w:t>
            </w:r>
          </w:p>
        </w:tc>
        <w:tc>
          <w:tcPr>
            <w:tcW w:w="4388" w:type="dxa"/>
          </w:tcPr>
          <w:p w14:paraId="3533CFD1" w14:textId="625E681A" w:rsidR="0085747A" w:rsidRPr="009A4DB6" w:rsidRDefault="00B11B17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85747A" w:rsidRPr="009A4DB6" w14:paraId="7E0C0197" w14:textId="77777777" w:rsidTr="00777248">
        <w:tc>
          <w:tcPr>
            <w:tcW w:w="5132" w:type="dxa"/>
          </w:tcPr>
          <w:p w14:paraId="7C3877FB" w14:textId="77777777" w:rsidR="0085747A" w:rsidRPr="009A4DB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 xml:space="preserve">SUMARYCZNA LICZBA PUNKTÓW </w:t>
            </w:r>
            <w:proofErr w:type="spellStart"/>
            <w:r w:rsidRPr="009A4DB6">
              <w:rPr>
                <w:rFonts w:ascii="Corbel" w:hAnsi="Corbel"/>
                <w:b/>
              </w:rPr>
              <w:t>ECTS</w:t>
            </w:r>
            <w:proofErr w:type="spellEnd"/>
          </w:p>
        </w:tc>
        <w:tc>
          <w:tcPr>
            <w:tcW w:w="4388" w:type="dxa"/>
          </w:tcPr>
          <w:p w14:paraId="1D5FC4C2" w14:textId="1BAB5926" w:rsidR="0085747A" w:rsidRPr="009A4DB6" w:rsidRDefault="00FC6139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2DA60A1F" w14:textId="77777777" w:rsidR="003E1941" w:rsidRPr="009A4DB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5DF224C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6. </w:t>
      </w:r>
      <w:r w:rsidR="0085747A" w:rsidRPr="009A4DB6">
        <w:rPr>
          <w:rFonts w:ascii="Corbel" w:hAnsi="Corbel"/>
          <w:smallCaps w:val="0"/>
          <w:sz w:val="22"/>
        </w:rPr>
        <w:t>PRAKTYKI ZAWO</w:t>
      </w:r>
      <w:r w:rsidR="009C1331" w:rsidRPr="009A4DB6">
        <w:rPr>
          <w:rFonts w:ascii="Corbel" w:hAnsi="Corbel"/>
          <w:smallCaps w:val="0"/>
          <w:sz w:val="22"/>
        </w:rPr>
        <w:t>DOWE W RAMACH PRZEDMIOTU</w:t>
      </w:r>
    </w:p>
    <w:p w14:paraId="6C33B20C" w14:textId="77777777" w:rsidR="0085747A" w:rsidRPr="009A4DB6" w:rsidRDefault="001D5EA6" w:rsidP="001D5EA6">
      <w:pPr>
        <w:pStyle w:val="Punktygwne"/>
        <w:spacing w:before="0" w:after="0"/>
        <w:ind w:left="360"/>
        <w:jc w:val="center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NIE DOTYCZY</w:t>
      </w:r>
    </w:p>
    <w:p w14:paraId="16425A8B" w14:textId="77777777" w:rsidR="003E1941" w:rsidRPr="009A4DB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A98346E" w14:textId="77777777" w:rsidR="0085747A" w:rsidRPr="009A4DB6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7. </w:t>
      </w:r>
      <w:r w:rsidR="0085747A" w:rsidRPr="009A4DB6">
        <w:rPr>
          <w:rFonts w:ascii="Corbel" w:hAnsi="Corbel"/>
          <w:smallCaps w:val="0"/>
          <w:sz w:val="22"/>
        </w:rPr>
        <w:t>LITERATURA</w:t>
      </w:r>
      <w:r w:rsidRPr="009A4DB6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D5EA6" w:rsidRPr="009A4DB6" w14:paraId="4FB4352F" w14:textId="77777777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20B4" w14:textId="77777777" w:rsidR="00B4711D" w:rsidRPr="009A4DB6" w:rsidRDefault="00B4711D" w:rsidP="00B4711D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Literatura podstawowa:</w:t>
            </w:r>
          </w:p>
          <w:p w14:paraId="47934A78" w14:textId="345192A0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S. Nowak, Metodologia badań socjologicznych.  Warszawa </w:t>
            </w:r>
            <w:r w:rsidR="00B11B17">
              <w:rPr>
                <w:rFonts w:ascii="Corbel" w:hAnsi="Corbel"/>
              </w:rPr>
              <w:t>2022</w:t>
            </w:r>
            <w:r w:rsidRPr="009A4DB6">
              <w:rPr>
                <w:rFonts w:ascii="Corbel" w:hAnsi="Corbel"/>
              </w:rPr>
              <w:t>.</w:t>
            </w:r>
          </w:p>
          <w:p w14:paraId="789CB675" w14:textId="77777777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M. Łobocki, Wprowadzenie do metodologii badań pedagogicznych.  Warszawa 2007.</w:t>
            </w:r>
          </w:p>
          <w:p w14:paraId="2F1090AE" w14:textId="77777777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K. Rubacha, Metodologia badań nad edukacją, Warszawa 2008.</w:t>
            </w:r>
          </w:p>
          <w:p w14:paraId="298B2586" w14:textId="77777777" w:rsidR="00B4711D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lastRenderedPageBreak/>
              <w:t>H. Muszyński, Metodologiczne vademecum badacza pedagoga. Poznań 2018.</w:t>
            </w:r>
          </w:p>
          <w:p w14:paraId="5A2B5600" w14:textId="4FB21337" w:rsidR="00B4711D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M. Łobocki Metody badań pedagogicznych. Warszawa </w:t>
            </w:r>
            <w:r w:rsidR="004761B7">
              <w:rPr>
                <w:rFonts w:ascii="Corbel" w:hAnsi="Corbel"/>
              </w:rPr>
              <w:t>2011</w:t>
            </w:r>
            <w:r w:rsidRPr="009A4DB6">
              <w:rPr>
                <w:rFonts w:ascii="Corbel" w:hAnsi="Corbel"/>
              </w:rPr>
              <w:t>.</w:t>
            </w:r>
          </w:p>
          <w:p w14:paraId="4B8F336A" w14:textId="77777777" w:rsidR="001D5EA6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T. Pilch, T. Bauman, Zasady badań pedagogicznych. Poznań 2001</w:t>
            </w:r>
          </w:p>
        </w:tc>
      </w:tr>
      <w:tr w:rsidR="001D5EA6" w:rsidRPr="009A4DB6" w14:paraId="4479189E" w14:textId="77777777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3772" w14:textId="77777777" w:rsidR="001D5EA6" w:rsidRPr="009A4DB6" w:rsidRDefault="001D5EA6" w:rsidP="005E10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1280F56C" w14:textId="77777777" w:rsidR="001D5EA6" w:rsidRPr="009A4DB6" w:rsidRDefault="00B4711D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E. </w:t>
            </w:r>
            <w:proofErr w:type="spellStart"/>
            <w:r w:rsidRPr="009A4DB6">
              <w:rPr>
                <w:rFonts w:ascii="Corbel" w:hAnsi="Corbel"/>
                <w:b w:val="0"/>
                <w:smallCaps w:val="0"/>
                <w:sz w:val="22"/>
              </w:rPr>
              <w:t>Babbie</w:t>
            </w:r>
            <w:proofErr w:type="spellEnd"/>
            <w:r w:rsidRPr="009A4DB6">
              <w:rPr>
                <w:rFonts w:ascii="Corbel" w:hAnsi="Corbel"/>
                <w:b w:val="0"/>
                <w:smallCaps w:val="0"/>
                <w:sz w:val="22"/>
              </w:rPr>
              <w:t>, Podstawy badań społecznych, Warszawa 2003</w:t>
            </w:r>
          </w:p>
          <w:p w14:paraId="7853DE03" w14:textId="77777777" w:rsidR="0033756B" w:rsidRPr="009A4DB6" w:rsidRDefault="0033756B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Ch. </w:t>
            </w:r>
            <w:proofErr w:type="spellStart"/>
            <w:r w:rsidRPr="009A4DB6">
              <w:rPr>
                <w:rFonts w:ascii="Corbel" w:hAnsi="Corbel"/>
                <w:b w:val="0"/>
                <w:smallCaps w:val="0"/>
                <w:sz w:val="22"/>
              </w:rPr>
              <w:t>Franfort-Nachmias</w:t>
            </w:r>
            <w:proofErr w:type="spellEnd"/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, D. </w:t>
            </w:r>
            <w:proofErr w:type="spellStart"/>
            <w:r w:rsidRPr="009A4DB6">
              <w:rPr>
                <w:rFonts w:ascii="Corbel" w:hAnsi="Corbel"/>
                <w:b w:val="0"/>
                <w:smallCaps w:val="0"/>
                <w:sz w:val="22"/>
              </w:rPr>
              <w:t>Nachmias</w:t>
            </w:r>
            <w:proofErr w:type="spellEnd"/>
            <w:r w:rsidRPr="009A4DB6">
              <w:rPr>
                <w:rFonts w:ascii="Corbel" w:hAnsi="Corbel"/>
                <w:b w:val="0"/>
                <w:smallCaps w:val="0"/>
                <w:sz w:val="22"/>
              </w:rPr>
              <w:t>, Metody badawcze w naukach społecznych. Poznań 2001</w:t>
            </w:r>
          </w:p>
        </w:tc>
      </w:tr>
    </w:tbl>
    <w:p w14:paraId="74B2453B" w14:textId="77777777" w:rsidR="0085747A" w:rsidRPr="009A4DB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616CE7C" w14:textId="77777777" w:rsidR="0085747A" w:rsidRPr="009A4DB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3FC542B" w14:textId="77777777" w:rsidR="0085747A" w:rsidRPr="009A4DB6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9A4DB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9A4DB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D3DFD" w14:textId="77777777" w:rsidR="00554D51" w:rsidRDefault="00554D51" w:rsidP="00C16ABF">
      <w:pPr>
        <w:spacing w:after="0" w:line="240" w:lineRule="auto"/>
      </w:pPr>
      <w:r>
        <w:separator/>
      </w:r>
    </w:p>
  </w:endnote>
  <w:endnote w:type="continuationSeparator" w:id="0">
    <w:p w14:paraId="325695FF" w14:textId="77777777" w:rsidR="00554D51" w:rsidRDefault="00554D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B33CF" w14:textId="77777777" w:rsidR="00554D51" w:rsidRDefault="00554D51" w:rsidP="00C16ABF">
      <w:pPr>
        <w:spacing w:after="0" w:line="240" w:lineRule="auto"/>
      </w:pPr>
      <w:r>
        <w:separator/>
      </w:r>
    </w:p>
  </w:footnote>
  <w:footnote w:type="continuationSeparator" w:id="0">
    <w:p w14:paraId="0B384CAF" w14:textId="77777777" w:rsidR="00554D51" w:rsidRDefault="00554D5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E6E77"/>
    <w:multiLevelType w:val="hybridMultilevel"/>
    <w:tmpl w:val="3338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91C2E"/>
    <w:multiLevelType w:val="hybridMultilevel"/>
    <w:tmpl w:val="ACB2A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AA137A"/>
    <w:multiLevelType w:val="hybridMultilevel"/>
    <w:tmpl w:val="A41A1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93A03"/>
    <w:multiLevelType w:val="hybridMultilevel"/>
    <w:tmpl w:val="81F61F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0542D"/>
    <w:multiLevelType w:val="hybridMultilevel"/>
    <w:tmpl w:val="4626B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8483A"/>
    <w:multiLevelType w:val="hybridMultilevel"/>
    <w:tmpl w:val="51F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67A0A"/>
    <w:multiLevelType w:val="hybridMultilevel"/>
    <w:tmpl w:val="47863E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75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646"/>
    <w:rsid w:val="00176083"/>
    <w:rsid w:val="001770C7"/>
    <w:rsid w:val="00177AE9"/>
    <w:rsid w:val="00192F37"/>
    <w:rsid w:val="001A1BC9"/>
    <w:rsid w:val="001A692A"/>
    <w:rsid w:val="001A70D2"/>
    <w:rsid w:val="001C0FBF"/>
    <w:rsid w:val="001D14AF"/>
    <w:rsid w:val="001D5EA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4BD1"/>
    <w:rsid w:val="002857DE"/>
    <w:rsid w:val="00291567"/>
    <w:rsid w:val="002977B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B23"/>
    <w:rsid w:val="003018BA"/>
    <w:rsid w:val="0030395F"/>
    <w:rsid w:val="00305C92"/>
    <w:rsid w:val="003151C5"/>
    <w:rsid w:val="003343CF"/>
    <w:rsid w:val="0033756B"/>
    <w:rsid w:val="00346FE9"/>
    <w:rsid w:val="0034759A"/>
    <w:rsid w:val="00347BC3"/>
    <w:rsid w:val="003503F6"/>
    <w:rsid w:val="003530DD"/>
    <w:rsid w:val="00363F78"/>
    <w:rsid w:val="003678BB"/>
    <w:rsid w:val="003A0A5B"/>
    <w:rsid w:val="003A1176"/>
    <w:rsid w:val="003B56B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A9B"/>
    <w:rsid w:val="00437FA2"/>
    <w:rsid w:val="00441CBB"/>
    <w:rsid w:val="00445970"/>
    <w:rsid w:val="0045729E"/>
    <w:rsid w:val="00461EFC"/>
    <w:rsid w:val="004652C2"/>
    <w:rsid w:val="004706D1"/>
    <w:rsid w:val="00471326"/>
    <w:rsid w:val="0047598D"/>
    <w:rsid w:val="004761B7"/>
    <w:rsid w:val="004840FD"/>
    <w:rsid w:val="00490F7D"/>
    <w:rsid w:val="00491678"/>
    <w:rsid w:val="004968E2"/>
    <w:rsid w:val="004A3EEA"/>
    <w:rsid w:val="004A4D1F"/>
    <w:rsid w:val="004D4DAC"/>
    <w:rsid w:val="004D5282"/>
    <w:rsid w:val="004F1551"/>
    <w:rsid w:val="004F55A3"/>
    <w:rsid w:val="0050496F"/>
    <w:rsid w:val="00506AA6"/>
    <w:rsid w:val="00513B6F"/>
    <w:rsid w:val="00517C63"/>
    <w:rsid w:val="00526C94"/>
    <w:rsid w:val="005363C4"/>
    <w:rsid w:val="00536BDE"/>
    <w:rsid w:val="00543ACC"/>
    <w:rsid w:val="00554D51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46F"/>
    <w:rsid w:val="00647FA8"/>
    <w:rsid w:val="00650C5F"/>
    <w:rsid w:val="00654934"/>
    <w:rsid w:val="006620D9"/>
    <w:rsid w:val="0067090C"/>
    <w:rsid w:val="00671958"/>
    <w:rsid w:val="00675843"/>
    <w:rsid w:val="006943B1"/>
    <w:rsid w:val="00696477"/>
    <w:rsid w:val="006D012F"/>
    <w:rsid w:val="006D050F"/>
    <w:rsid w:val="006D6139"/>
    <w:rsid w:val="006E5D65"/>
    <w:rsid w:val="006F1282"/>
    <w:rsid w:val="006F1FBC"/>
    <w:rsid w:val="006F31E2"/>
    <w:rsid w:val="00706544"/>
    <w:rsid w:val="007072BA"/>
    <w:rsid w:val="00712A9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248"/>
    <w:rsid w:val="0078168C"/>
    <w:rsid w:val="00787C2A"/>
    <w:rsid w:val="00790E27"/>
    <w:rsid w:val="007A4022"/>
    <w:rsid w:val="007A6E6E"/>
    <w:rsid w:val="007B43EB"/>
    <w:rsid w:val="007C3299"/>
    <w:rsid w:val="007C3BCC"/>
    <w:rsid w:val="007C4546"/>
    <w:rsid w:val="007D6E56"/>
    <w:rsid w:val="007E73DF"/>
    <w:rsid w:val="007F1652"/>
    <w:rsid w:val="007F4155"/>
    <w:rsid w:val="0081554D"/>
    <w:rsid w:val="0081707E"/>
    <w:rsid w:val="008276C0"/>
    <w:rsid w:val="008276D5"/>
    <w:rsid w:val="008449B3"/>
    <w:rsid w:val="0085747A"/>
    <w:rsid w:val="00884922"/>
    <w:rsid w:val="00885F64"/>
    <w:rsid w:val="008917F9"/>
    <w:rsid w:val="008A45F7"/>
    <w:rsid w:val="008C0CC0"/>
    <w:rsid w:val="008C19A9"/>
    <w:rsid w:val="008C3201"/>
    <w:rsid w:val="008C379D"/>
    <w:rsid w:val="008C5147"/>
    <w:rsid w:val="008C5359"/>
    <w:rsid w:val="008C5363"/>
    <w:rsid w:val="008D3DFB"/>
    <w:rsid w:val="008E64F4"/>
    <w:rsid w:val="008F12C9"/>
    <w:rsid w:val="008F6E29"/>
    <w:rsid w:val="0090777B"/>
    <w:rsid w:val="00916188"/>
    <w:rsid w:val="00923D7D"/>
    <w:rsid w:val="00933C0A"/>
    <w:rsid w:val="009508DF"/>
    <w:rsid w:val="00950DAC"/>
    <w:rsid w:val="00954A07"/>
    <w:rsid w:val="009557E2"/>
    <w:rsid w:val="00997F14"/>
    <w:rsid w:val="009A2C3B"/>
    <w:rsid w:val="009A4DB6"/>
    <w:rsid w:val="009A5715"/>
    <w:rsid w:val="009A78D9"/>
    <w:rsid w:val="009C1331"/>
    <w:rsid w:val="009C3E31"/>
    <w:rsid w:val="009C54AE"/>
    <w:rsid w:val="009C788E"/>
    <w:rsid w:val="009C7A4C"/>
    <w:rsid w:val="009E3B41"/>
    <w:rsid w:val="009F3C5C"/>
    <w:rsid w:val="009F4610"/>
    <w:rsid w:val="00A00ECC"/>
    <w:rsid w:val="00A02C5A"/>
    <w:rsid w:val="00A038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D2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99F"/>
    <w:rsid w:val="00AF2C1E"/>
    <w:rsid w:val="00B06142"/>
    <w:rsid w:val="00B11B17"/>
    <w:rsid w:val="00B135B1"/>
    <w:rsid w:val="00B20E6B"/>
    <w:rsid w:val="00B3130B"/>
    <w:rsid w:val="00B40A72"/>
    <w:rsid w:val="00B40ADB"/>
    <w:rsid w:val="00B43B77"/>
    <w:rsid w:val="00B43E80"/>
    <w:rsid w:val="00B4711D"/>
    <w:rsid w:val="00B607DB"/>
    <w:rsid w:val="00B65A65"/>
    <w:rsid w:val="00B66529"/>
    <w:rsid w:val="00B75946"/>
    <w:rsid w:val="00B8056E"/>
    <w:rsid w:val="00B819C8"/>
    <w:rsid w:val="00B82308"/>
    <w:rsid w:val="00B853E3"/>
    <w:rsid w:val="00B90885"/>
    <w:rsid w:val="00BB378B"/>
    <w:rsid w:val="00BB520A"/>
    <w:rsid w:val="00BD3869"/>
    <w:rsid w:val="00BD66E9"/>
    <w:rsid w:val="00BD6FF4"/>
    <w:rsid w:val="00BE790D"/>
    <w:rsid w:val="00BF2C41"/>
    <w:rsid w:val="00C058B4"/>
    <w:rsid w:val="00C05F44"/>
    <w:rsid w:val="00C131B5"/>
    <w:rsid w:val="00C16ABF"/>
    <w:rsid w:val="00C170AE"/>
    <w:rsid w:val="00C24C4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1942"/>
    <w:rsid w:val="00CF25BE"/>
    <w:rsid w:val="00CF78ED"/>
    <w:rsid w:val="00D02B25"/>
    <w:rsid w:val="00D02EBA"/>
    <w:rsid w:val="00D1114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83A"/>
    <w:rsid w:val="00DF02D8"/>
    <w:rsid w:val="00DF320D"/>
    <w:rsid w:val="00DF4D23"/>
    <w:rsid w:val="00DF67F7"/>
    <w:rsid w:val="00DF71C8"/>
    <w:rsid w:val="00E129B8"/>
    <w:rsid w:val="00E21E7D"/>
    <w:rsid w:val="00E22FBC"/>
    <w:rsid w:val="00E24BF5"/>
    <w:rsid w:val="00E25338"/>
    <w:rsid w:val="00E304E6"/>
    <w:rsid w:val="00E51E44"/>
    <w:rsid w:val="00E63348"/>
    <w:rsid w:val="00E77E88"/>
    <w:rsid w:val="00E8107D"/>
    <w:rsid w:val="00E960BB"/>
    <w:rsid w:val="00EA2074"/>
    <w:rsid w:val="00EA4832"/>
    <w:rsid w:val="00EA4E9D"/>
    <w:rsid w:val="00EC2201"/>
    <w:rsid w:val="00EC4899"/>
    <w:rsid w:val="00ED03AB"/>
    <w:rsid w:val="00ED32D2"/>
    <w:rsid w:val="00EE32DE"/>
    <w:rsid w:val="00EE5457"/>
    <w:rsid w:val="00F070AB"/>
    <w:rsid w:val="00F17567"/>
    <w:rsid w:val="00F24499"/>
    <w:rsid w:val="00F27A7B"/>
    <w:rsid w:val="00F526AF"/>
    <w:rsid w:val="00F577A0"/>
    <w:rsid w:val="00F617C3"/>
    <w:rsid w:val="00F7066B"/>
    <w:rsid w:val="00F83B28"/>
    <w:rsid w:val="00FA46E5"/>
    <w:rsid w:val="00FB21D1"/>
    <w:rsid w:val="00FB7DBA"/>
    <w:rsid w:val="00FC1C25"/>
    <w:rsid w:val="00FC3F45"/>
    <w:rsid w:val="00FC6139"/>
    <w:rsid w:val="00FD503F"/>
    <w:rsid w:val="00FD7589"/>
    <w:rsid w:val="00FF016A"/>
    <w:rsid w:val="00FF1401"/>
    <w:rsid w:val="00FF45D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B50FB"/>
  <w15:docId w15:val="{9D2788CF-2148-43AB-9764-2E367980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D0B15-9412-4EFA-9C25-CD830D4A7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</TotalTime>
  <Pages>1</Pages>
  <Words>850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Elżbieta Lencka</cp:lastModifiedBy>
  <cp:revision>27</cp:revision>
  <cp:lastPrinted>2019-12-19T12:38:00Z</cp:lastPrinted>
  <dcterms:created xsi:type="dcterms:W3CDTF">2019-11-23T12:15:00Z</dcterms:created>
  <dcterms:modified xsi:type="dcterms:W3CDTF">2022-09-29T08:59:00Z</dcterms:modified>
</cp:coreProperties>
</file>